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8919154" w:displacedByCustomXml="next"/>
    <w:sdt>
      <w:sdtPr>
        <w:id w:val="2045789608"/>
        <w:docPartObj>
          <w:docPartGallery w:val="Cover Pages"/>
          <w:docPartUnique/>
        </w:docPartObj>
      </w:sdtPr>
      <w:sdtEndPr/>
      <w:sdtContent>
        <w:p w14:paraId="4E434589" w14:textId="5026F999" w:rsidR="00136393" w:rsidRPr="007C0D9D" w:rsidRDefault="004B0F6A" w:rsidP="00626783">
          <w:r w:rsidRPr="00BE733F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34124B46" wp14:editId="708C1A84">
                    <wp:simplePos x="0" y="0"/>
                    <wp:positionH relativeFrom="column">
                      <wp:posOffset>-219075</wp:posOffset>
                    </wp:positionH>
                    <wp:positionV relativeFrom="paragraph">
                      <wp:posOffset>-638175</wp:posOffset>
                    </wp:positionV>
                    <wp:extent cx="5798820" cy="1590675"/>
                    <wp:effectExtent l="0" t="0" r="0" b="9525"/>
                    <wp:wrapNone/>
                    <wp:docPr id="5" name="Text Box 6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798820" cy="15906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9B7807" w14:textId="009BD538" w:rsidR="00C30078" w:rsidRPr="00B72F49" w:rsidRDefault="00C30078" w:rsidP="00C30078">
                                <w:pPr>
                                  <w:pStyle w:val="Paragrafobase"/>
                                  <w:rPr>
                                    <w:rFonts w:ascii="AcuminConcept-CondensedBold" w:hAnsi="AcuminConcept-CondensedBold" w:cs="AcuminConcept-CondensedBold"/>
                                    <w:b/>
                                    <w:bCs/>
                                    <w:color w:val="FFFFFF"/>
                                    <w:sz w:val="30"/>
                                    <w:szCs w:val="30"/>
                                    <w:lang w:val="es-ES"/>
                                  </w:rPr>
                                </w:pPr>
                                <w:r w:rsidRPr="00B72F49">
                                  <w:rPr>
                                    <w:rFonts w:ascii="Arial Black" w:eastAsiaTheme="majorEastAsia" w:hAnsi="Arial Black" w:cs="Arial"/>
                                    <w:b/>
                                    <w:bCs/>
                                    <w:color w:val="3B3B3B" w:themeColor="text1"/>
                                    <w:spacing w:val="-6"/>
                                    <w:kern w:val="28"/>
                                    <w:sz w:val="72"/>
                                    <w:szCs w:val="80"/>
                                    <w:lang w:val="es-ES"/>
                                  </w:rPr>
                                  <w:t>S</w:t>
                                </w:r>
                                <w:r w:rsidR="00CE246A" w:rsidRPr="00B72F49">
                                  <w:rPr>
                                    <w:rFonts w:ascii="Arial Black" w:eastAsiaTheme="majorEastAsia" w:hAnsi="Arial Black" w:cs="Arial"/>
                                    <w:b/>
                                    <w:bCs/>
                                    <w:color w:val="3B3B3B" w:themeColor="text1"/>
                                    <w:spacing w:val="-6"/>
                                    <w:kern w:val="28"/>
                                    <w:sz w:val="72"/>
                                    <w:szCs w:val="80"/>
                                    <w:lang w:val="es-ES"/>
                                  </w:rPr>
                                  <w:t>il</w:t>
                                </w:r>
                                <w:r w:rsidR="00701567" w:rsidRPr="00B72F49">
                                  <w:rPr>
                                    <w:rFonts w:ascii="Arial Black" w:eastAsiaTheme="majorEastAsia" w:hAnsi="Arial Black" w:cs="Arial"/>
                                    <w:b/>
                                    <w:bCs/>
                                    <w:color w:val="3B3B3B" w:themeColor="text1"/>
                                    <w:spacing w:val="-6"/>
                                    <w:kern w:val="28"/>
                                    <w:sz w:val="72"/>
                                    <w:szCs w:val="80"/>
                                    <w:lang w:val="es-ES"/>
                                  </w:rPr>
                                  <w:t>verCoders</w:t>
                                </w:r>
                                <w:r w:rsidRPr="00B72F49">
                                  <w:rPr>
                                    <w:rFonts w:ascii="Anke" w:hAnsi="Anke" w:cs="Anke"/>
                                    <w:color w:val="FFFFFF"/>
                                    <w:sz w:val="28"/>
                                    <w:szCs w:val="28"/>
                                    <w:lang w:val="es-ES"/>
                                  </w:rPr>
                                  <w:t xml:space="preserve"> EMPOWERING SENIORS </w:t>
                                </w:r>
                              </w:p>
                              <w:p w14:paraId="59E50684" w14:textId="77777777" w:rsidR="0071757B" w:rsidRPr="00D175CC" w:rsidRDefault="0071757B" w:rsidP="0071757B">
                                <w:pPr>
                                  <w:textDirection w:val="btLr"/>
                                  <w:rPr>
                                    <w:rFonts w:asciiTheme="majorHAnsi" w:hAnsiTheme="majorHAnsi" w:cstheme="majorHAnsi"/>
                                    <w:color w:val="3B3B3B" w:themeColor="text1"/>
                                    <w:szCs w:val="20"/>
                                    <w:lang w:val="es-ES"/>
                                  </w:rPr>
                                </w:pPr>
                                <w:bookmarkStart w:id="1" w:name="_Hlk117605055"/>
                                <w:r w:rsidRPr="00D175CC">
                                  <w:rPr>
                                    <w:rFonts w:asciiTheme="majorHAnsi" w:hAnsiTheme="majorHAnsi" w:cstheme="majorHAnsi"/>
                                    <w:color w:val="3B3B3B" w:themeColor="text1"/>
                                    <w:szCs w:val="20"/>
                                    <w:lang w:val="es-ES"/>
                                  </w:rPr>
                                  <w:t>MEJORA DE LA ALFABETIZACIÓN DIGITAL MEDIANTE</w:t>
                                </w:r>
                                <w:r>
                                  <w:rPr>
                                    <w:rFonts w:asciiTheme="majorHAnsi" w:hAnsiTheme="majorHAnsi" w:cstheme="majorHAnsi"/>
                                    <w:color w:val="3B3B3B" w:themeColor="text1"/>
                                    <w:szCs w:val="20"/>
                                    <w:lang w:val="es-ES"/>
                                  </w:rPr>
                                  <w:t xml:space="preserve"> MÉTODOS EFECTIVOS</w:t>
                                </w:r>
                                <w:r w:rsidRPr="00D175CC">
                                  <w:rPr>
                                    <w:rFonts w:asciiTheme="majorHAnsi" w:hAnsiTheme="majorHAnsi" w:cstheme="majorHAnsi"/>
                                    <w:color w:val="3B3B3B" w:themeColor="text1"/>
                                    <w:szCs w:val="20"/>
                                    <w:lang w:val="es-ES"/>
                                  </w:rPr>
                                  <w:t xml:space="preserve"> </w:t>
                                </w:r>
                              </w:p>
                              <w:p w14:paraId="4237CA53" w14:textId="77777777" w:rsidR="0071757B" w:rsidRPr="00D175CC" w:rsidRDefault="0071757B" w:rsidP="0071757B">
                                <w:pPr>
                                  <w:textDirection w:val="btLr"/>
                                  <w:rPr>
                                    <w:rFonts w:asciiTheme="majorHAnsi" w:hAnsiTheme="majorHAnsi" w:cstheme="majorHAnsi"/>
                                    <w:color w:val="3B3B3B" w:themeColor="text1"/>
                                    <w:szCs w:val="20"/>
                                    <w:lang w:val="es-ES"/>
                                  </w:rPr>
                                </w:pPr>
                                <w:r w:rsidRPr="00D175CC">
                                  <w:rPr>
                                    <w:rFonts w:asciiTheme="majorHAnsi" w:hAnsiTheme="majorHAnsi" w:cstheme="majorHAnsi"/>
                                    <w:color w:val="3B3B3B" w:themeColor="text1"/>
                                    <w:szCs w:val="20"/>
                                    <w:lang w:val="es-ES"/>
                                  </w:rPr>
                                  <w:t xml:space="preserve">DE APRENDIZAJE PARA ADULTOS </w:t>
                                </w:r>
                              </w:p>
                              <w:bookmarkEnd w:id="1"/>
                              <w:p w14:paraId="3F988328" w14:textId="1066FC2D" w:rsidR="00136393" w:rsidRPr="004B0F6A" w:rsidRDefault="00136393" w:rsidP="0071757B">
                                <w:pPr>
                                  <w:spacing w:after="0" w:line="240" w:lineRule="auto"/>
                                  <w:rPr>
                                    <w:rFonts w:asciiTheme="majorHAnsi" w:hAnsiTheme="majorHAnsi" w:cstheme="majorHAnsi"/>
                                    <w:noProof/>
                                    <w:color w:val="3B3B3B" w:themeColor="text1"/>
                                    <w:spacing w:val="6"/>
                                    <w:sz w:val="36"/>
                                    <w:szCs w:val="24"/>
                                    <w:lang w:val="it-IT" w:eastAsia="it-IT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4124B4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9" o:spid="_x0000_s1026" type="#_x0000_t202" style="position:absolute;margin-left:-17.25pt;margin-top:-50.25pt;width:456.6pt;height:12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" filled="f" stroked="f">
                    <v:textbox>
                      <w:txbxContent>
                        <w:p w14:paraId="4C9B7807" w14:textId="009BD538" w:rsidR="00C30078" w:rsidRPr="00B72F49" w:rsidRDefault="00C30078" w:rsidP="00C30078">
                          <w:pPr>
                            <w:pStyle w:val="Paragrafobase"/>
                            <w:rPr>
                              <w:rFonts w:ascii="AcuminConcept-CondensedBold" w:hAnsi="AcuminConcept-CondensedBold" w:cs="AcuminConcept-CondensedBold"/>
                              <w:b/>
                              <w:bCs/>
                              <w:color w:val="FFFFFF"/>
                              <w:sz w:val="30"/>
                              <w:szCs w:val="30"/>
                              <w:lang w:val="es-ES"/>
                            </w:rPr>
                          </w:pPr>
                          <w:r w:rsidRPr="00B72F49">
                            <w:rPr>
                              <w:rFonts w:ascii="Arial Black" w:eastAsiaTheme="majorEastAsia" w:hAnsi="Arial Black" w:cs="Arial"/>
                              <w:b/>
                              <w:bCs/>
                              <w:color w:val="3B3B3B" w:themeColor="text1"/>
                              <w:spacing w:val="-6"/>
                              <w:kern w:val="28"/>
                              <w:sz w:val="72"/>
                              <w:szCs w:val="80"/>
                              <w:lang w:val="es-ES"/>
                            </w:rPr>
                            <w:t>S</w:t>
                          </w:r>
                          <w:r w:rsidR="00CE246A" w:rsidRPr="00B72F49">
                            <w:rPr>
                              <w:rFonts w:ascii="Arial Black" w:eastAsiaTheme="majorEastAsia" w:hAnsi="Arial Black" w:cs="Arial"/>
                              <w:b/>
                              <w:bCs/>
                              <w:color w:val="3B3B3B" w:themeColor="text1"/>
                              <w:spacing w:val="-6"/>
                              <w:kern w:val="28"/>
                              <w:sz w:val="72"/>
                              <w:szCs w:val="80"/>
                              <w:lang w:val="es-ES"/>
                            </w:rPr>
                            <w:t>il</w:t>
                          </w:r>
                          <w:r w:rsidR="00701567" w:rsidRPr="00B72F49">
                            <w:rPr>
                              <w:rFonts w:ascii="Arial Black" w:eastAsiaTheme="majorEastAsia" w:hAnsi="Arial Black" w:cs="Arial"/>
                              <w:b/>
                              <w:bCs/>
                              <w:color w:val="3B3B3B" w:themeColor="text1"/>
                              <w:spacing w:val="-6"/>
                              <w:kern w:val="28"/>
                              <w:sz w:val="72"/>
                              <w:szCs w:val="80"/>
                              <w:lang w:val="es-ES"/>
                            </w:rPr>
                            <w:t>verCoders</w:t>
                          </w:r>
                          <w:r w:rsidRPr="00B72F49">
                            <w:rPr>
                              <w:rFonts w:ascii="Anke" w:hAnsi="Anke" w:cs="Anke"/>
                              <w:color w:val="FFFFFF"/>
                              <w:sz w:val="28"/>
                              <w:szCs w:val="28"/>
                              <w:lang w:val="es-ES"/>
                            </w:rPr>
                            <w:t xml:space="preserve"> EMPOWERING SENIORS </w:t>
                          </w:r>
                        </w:p>
                        <w:p w14:paraId="59E50684" w14:textId="77777777" w:rsidR="0071757B" w:rsidRPr="00D175CC" w:rsidRDefault="0071757B" w:rsidP="0071757B">
                          <w:pPr>
                            <w:textDirection w:val="btLr"/>
                            <w:rPr>
                              <w:rFonts w:asciiTheme="majorHAnsi" w:hAnsiTheme="majorHAnsi" w:cstheme="majorHAnsi"/>
                              <w:color w:val="3B3B3B" w:themeColor="text1"/>
                              <w:szCs w:val="20"/>
                              <w:lang w:val="es-ES"/>
                            </w:rPr>
                          </w:pPr>
                          <w:bookmarkStart w:id="2" w:name="_Hlk117605055"/>
                          <w:r w:rsidRPr="00D175CC">
                            <w:rPr>
                              <w:rFonts w:asciiTheme="majorHAnsi" w:hAnsiTheme="majorHAnsi" w:cstheme="majorHAnsi"/>
                              <w:color w:val="3B3B3B" w:themeColor="text1"/>
                              <w:szCs w:val="20"/>
                              <w:lang w:val="es-ES"/>
                            </w:rPr>
                            <w:t>MEJORA DE LA ALFABETIZACIÓN DIGITAL MEDIANTE</w:t>
                          </w:r>
                          <w:r>
                            <w:rPr>
                              <w:rFonts w:asciiTheme="majorHAnsi" w:hAnsiTheme="majorHAnsi" w:cstheme="majorHAnsi"/>
                              <w:color w:val="3B3B3B" w:themeColor="text1"/>
                              <w:szCs w:val="20"/>
                              <w:lang w:val="es-ES"/>
                            </w:rPr>
                            <w:t xml:space="preserve"> MÉTODOS EFECTIVOS</w:t>
                          </w:r>
                          <w:r w:rsidRPr="00D175CC">
                            <w:rPr>
                              <w:rFonts w:asciiTheme="majorHAnsi" w:hAnsiTheme="majorHAnsi" w:cstheme="majorHAnsi"/>
                              <w:color w:val="3B3B3B" w:themeColor="text1"/>
                              <w:szCs w:val="20"/>
                              <w:lang w:val="es-ES"/>
                            </w:rPr>
                            <w:t xml:space="preserve"> </w:t>
                          </w:r>
                        </w:p>
                        <w:p w14:paraId="4237CA53" w14:textId="77777777" w:rsidR="0071757B" w:rsidRPr="00D175CC" w:rsidRDefault="0071757B" w:rsidP="0071757B">
                          <w:pPr>
                            <w:textDirection w:val="btLr"/>
                            <w:rPr>
                              <w:rFonts w:asciiTheme="majorHAnsi" w:hAnsiTheme="majorHAnsi" w:cstheme="majorHAnsi"/>
                              <w:color w:val="3B3B3B" w:themeColor="text1"/>
                              <w:szCs w:val="20"/>
                              <w:lang w:val="es-ES"/>
                            </w:rPr>
                          </w:pPr>
                          <w:r w:rsidRPr="00D175CC">
                            <w:rPr>
                              <w:rFonts w:asciiTheme="majorHAnsi" w:hAnsiTheme="majorHAnsi" w:cstheme="majorHAnsi"/>
                              <w:color w:val="3B3B3B" w:themeColor="text1"/>
                              <w:szCs w:val="20"/>
                              <w:lang w:val="es-ES"/>
                            </w:rPr>
                            <w:t xml:space="preserve">DE APRENDIZAJE PARA ADULTOS </w:t>
                          </w:r>
                        </w:p>
                        <w:bookmarkEnd w:id="2"/>
                        <w:p w14:paraId="3F988328" w14:textId="1066FC2D" w:rsidR="00136393" w:rsidRPr="004B0F6A" w:rsidRDefault="00136393" w:rsidP="0071757B">
                          <w:pPr>
                            <w:spacing w:after="0" w:line="240" w:lineRule="auto"/>
                            <w:rPr>
                              <w:rFonts w:asciiTheme="majorHAnsi" w:hAnsiTheme="majorHAnsi" w:cstheme="majorHAnsi"/>
                              <w:noProof/>
                              <w:color w:val="3B3B3B" w:themeColor="text1"/>
                              <w:spacing w:val="6"/>
                              <w:sz w:val="36"/>
                              <w:szCs w:val="24"/>
                              <w:lang w:val="it-IT" w:eastAsia="it-IT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C30078">
            <w:rPr>
              <w:noProof/>
            </w:rPr>
            <w:drawing>
              <wp:anchor distT="0" distB="0" distL="114300" distR="114300" simplePos="0" relativeHeight="251669504" behindDoc="0" locked="0" layoutInCell="1" allowOverlap="1" wp14:anchorId="19307259" wp14:editId="28641781">
                <wp:simplePos x="0" y="0"/>
                <wp:positionH relativeFrom="margin">
                  <wp:posOffset>5335340</wp:posOffset>
                </wp:positionH>
                <wp:positionV relativeFrom="paragraph">
                  <wp:posOffset>-873243</wp:posOffset>
                </wp:positionV>
                <wp:extent cx="1860118" cy="1874426"/>
                <wp:effectExtent l="0" t="0" r="0" b="5715"/>
                <wp:wrapNone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/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60118" cy="18744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5CF6F8A" w14:textId="56133A63" w:rsidR="00136393" w:rsidRPr="00AF126F" w:rsidRDefault="00136393" w:rsidP="00AF126F"/>
        <w:p w14:paraId="01F6C1A6" w14:textId="5F4D3E59" w:rsidR="00136393" w:rsidRPr="007C0D9D" w:rsidRDefault="00136393" w:rsidP="00AF126F"/>
        <w:p w14:paraId="726FBFD7" w14:textId="1B60D505" w:rsidR="00136393" w:rsidRPr="007C0D9D" w:rsidRDefault="00136393" w:rsidP="00AF126F"/>
        <w:p w14:paraId="441F8056" w14:textId="536928ED" w:rsidR="00136393" w:rsidRPr="007C0D9D" w:rsidRDefault="00136393" w:rsidP="00AF126F"/>
        <w:p w14:paraId="078B3CEF" w14:textId="4C4057C1" w:rsidR="00136393" w:rsidRPr="007C0D9D" w:rsidRDefault="00136393" w:rsidP="00AF126F"/>
        <w:p w14:paraId="0C08A6D7" w14:textId="6CC6E835" w:rsidR="00BC51B0" w:rsidRPr="00B72F49" w:rsidRDefault="0071757B" w:rsidP="00AF126F">
          <w:pPr>
            <w:rPr>
              <w:b/>
              <w:bCs/>
              <w:sz w:val="40"/>
              <w:szCs w:val="40"/>
              <w:lang w:val="es-ES"/>
            </w:rPr>
          </w:pPr>
          <w:r w:rsidRPr="000573D9">
            <w:rPr>
              <w:b/>
              <w:bCs/>
              <w:noProof/>
              <w:sz w:val="40"/>
              <w:szCs w:val="40"/>
            </w:rPr>
            <mc:AlternateContent>
              <mc:Choice Requires="wps">
                <w:drawing>
                  <wp:anchor distT="0" distB="0" distL="114300" distR="114300" simplePos="0" relativeHeight="251674624" behindDoc="0" locked="0" layoutInCell="1" allowOverlap="1" wp14:anchorId="5C85EA72" wp14:editId="549BEDF9">
                    <wp:simplePos x="0" y="0"/>
                    <wp:positionH relativeFrom="column">
                      <wp:posOffset>-485775</wp:posOffset>
                    </wp:positionH>
                    <wp:positionV relativeFrom="paragraph">
                      <wp:posOffset>2340611</wp:posOffset>
                    </wp:positionV>
                    <wp:extent cx="3606800" cy="1504950"/>
                    <wp:effectExtent l="0" t="0" r="0" b="0"/>
                    <wp:wrapNone/>
                    <wp:docPr id="1" name="Casella di tes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06800" cy="1504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91E0981" w14:textId="0BA51F00" w:rsidR="00B72F49" w:rsidRPr="0071757B" w:rsidRDefault="00B72F49" w:rsidP="00B72F49">
                                <w:pPr>
                                  <w:rPr>
                                    <w:rFonts w:ascii="Times New Roman" w:hAnsi="Times New Roman"/>
                                    <w:b/>
                                    <w:bCs/>
                                    <w:sz w:val="48"/>
                                    <w:szCs w:val="48"/>
                                    <w:lang w:val="es-ES"/>
                                  </w:rPr>
                                </w:pPr>
                                <w:bookmarkStart w:id="3" w:name="_Hlk114571723"/>
                                <w:r w:rsidRPr="0071757B">
                                  <w:rPr>
                                    <w:rFonts w:ascii="Times New Roman" w:hAnsi="Times New Roman"/>
                                    <w:b/>
                                    <w:bCs/>
                                    <w:sz w:val="32"/>
                                    <w:szCs w:val="32"/>
                                    <w:lang w:val="es-ES"/>
                                  </w:rPr>
                                  <w:t xml:space="preserve">PROGRAMA DE FORMACIÓN EN CODIFICACIÓN PARA </w:t>
                                </w:r>
                                <w:r w:rsidRPr="0071757B">
                                  <w:rPr>
                                    <w:rFonts w:ascii="Times New Roman" w:hAnsi="Times New Roman"/>
                                    <w:b/>
                                    <w:bCs/>
                                    <w:sz w:val="48"/>
                                    <w:szCs w:val="48"/>
                                    <w:lang w:val="es-ES"/>
                                  </w:rPr>
                                  <w:t>ADULTOS</w:t>
                                </w:r>
                                <w:r w:rsidR="0071757B" w:rsidRPr="0071757B">
                                  <w:rPr>
                                    <w:rFonts w:ascii="Times New Roman" w:hAnsi="Times New Roman"/>
                                    <w:b/>
                                    <w:bCs/>
                                    <w:sz w:val="48"/>
                                    <w:szCs w:val="48"/>
                                    <w:lang w:val="es-ES"/>
                                  </w:rPr>
                                  <w:t xml:space="preserve"> mayores de 55</w:t>
                                </w:r>
                              </w:p>
                              <w:bookmarkEnd w:id="3"/>
                              <w:p w14:paraId="337DCAC1" w14:textId="05B2D83B" w:rsidR="00C447CD" w:rsidRPr="0071757B" w:rsidRDefault="00C447CD">
                                <w:pPr>
                                  <w:rPr>
                                    <w:b/>
                                    <w:bCs/>
                                    <w:sz w:val="32"/>
                                    <w:szCs w:val="32"/>
                                    <w:lang w:val="es-ES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C85EA72" id="Casella di testo 1" o:spid="_x0000_s1027" type="#_x0000_t202" style="position:absolute;margin-left:-38.25pt;margin-top:184.3pt;width:284pt;height:11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" filled="f" stroked="f" strokeweight=".5pt">
                    <v:textbox>
                      <w:txbxContent>
                        <w:p w14:paraId="391E0981" w14:textId="0BA51F00" w:rsidR="00B72F49" w:rsidRPr="0071757B" w:rsidRDefault="00B72F49" w:rsidP="00B72F49">
                          <w:pPr>
                            <w:rPr>
                              <w:rFonts w:ascii="Times New Roman" w:hAnsi="Times New Roman"/>
                              <w:b/>
                              <w:bCs/>
                              <w:sz w:val="48"/>
                              <w:szCs w:val="48"/>
                              <w:lang w:val="es-ES"/>
                            </w:rPr>
                          </w:pPr>
                          <w:bookmarkStart w:id="4" w:name="_Hlk114571723"/>
                          <w:r w:rsidRPr="0071757B">
                            <w:rPr>
                              <w:rFonts w:ascii="Times New Roman" w:hAnsi="Times New Roman"/>
                              <w:b/>
                              <w:bCs/>
                              <w:sz w:val="32"/>
                              <w:szCs w:val="32"/>
                              <w:lang w:val="es-ES"/>
                            </w:rPr>
                            <w:t xml:space="preserve">PROGRAMA DE FORMACIÓN EN CODIFICACIÓN PARA </w:t>
                          </w:r>
                          <w:r w:rsidRPr="0071757B">
                            <w:rPr>
                              <w:rFonts w:ascii="Times New Roman" w:hAnsi="Times New Roman"/>
                              <w:b/>
                              <w:bCs/>
                              <w:sz w:val="48"/>
                              <w:szCs w:val="48"/>
                              <w:lang w:val="es-ES"/>
                            </w:rPr>
                            <w:t>ADULTOS</w:t>
                          </w:r>
                          <w:r w:rsidR="0071757B" w:rsidRPr="0071757B">
                            <w:rPr>
                              <w:rFonts w:ascii="Times New Roman" w:hAnsi="Times New Roman"/>
                              <w:b/>
                              <w:bCs/>
                              <w:sz w:val="48"/>
                              <w:szCs w:val="48"/>
                              <w:lang w:val="es-ES"/>
                            </w:rPr>
                            <w:t xml:space="preserve"> mayores de 55</w:t>
                          </w:r>
                        </w:p>
                        <w:bookmarkEnd w:id="4"/>
                        <w:p w14:paraId="337DCAC1" w14:textId="05B2D83B" w:rsidR="00C447CD" w:rsidRPr="0071757B" w:rsidRDefault="00C447CD">
                          <w:pPr>
                            <w:rPr>
                              <w:b/>
                              <w:bCs/>
                              <w:sz w:val="32"/>
                              <w:szCs w:val="32"/>
                              <w:lang w:val="es-ES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130949" w:rsidRPr="000573D9">
            <w:rPr>
              <w:b/>
              <w:bCs/>
              <w:noProof/>
              <w:sz w:val="40"/>
              <w:szCs w:val="40"/>
            </w:rPr>
            <w:drawing>
              <wp:anchor distT="0" distB="0" distL="114300" distR="114300" simplePos="0" relativeHeight="251670528" behindDoc="0" locked="0" layoutInCell="1" allowOverlap="1" wp14:anchorId="7E924244" wp14:editId="51987FE0">
                <wp:simplePos x="0" y="0"/>
                <wp:positionH relativeFrom="margin">
                  <wp:posOffset>-481965</wp:posOffset>
                </wp:positionH>
                <wp:positionV relativeFrom="paragraph">
                  <wp:posOffset>3894873</wp:posOffset>
                </wp:positionV>
                <wp:extent cx="2592475" cy="824372"/>
                <wp:effectExtent l="0" t="0" r="0" b="1270"/>
                <wp:wrapNone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4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2475" cy="8243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72F49"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5D7283E5" wp14:editId="46F442F2">
                <wp:simplePos x="0" y="0"/>
                <wp:positionH relativeFrom="margin">
                  <wp:posOffset>3848100</wp:posOffset>
                </wp:positionH>
                <wp:positionV relativeFrom="paragraph">
                  <wp:posOffset>5569585</wp:posOffset>
                </wp:positionV>
                <wp:extent cx="2272916" cy="466725"/>
                <wp:effectExtent l="0" t="0" r="0" b="0"/>
                <wp:wrapNone/>
                <wp:docPr id="8" name="Imagen 8" descr="Interfaz de usuario gráfica, Texto, Aplicación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n 8" descr="Interfaz de usuario gráfica, Texto, Aplicación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72916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0573D9" w:rsidRPr="000573D9">
            <w:rPr>
              <w:b/>
              <w:bCs/>
              <w:noProof/>
              <w:sz w:val="40"/>
              <w:szCs w:val="40"/>
            </w:rPr>
            <w:drawing>
              <wp:anchor distT="0" distB="0" distL="114300" distR="114300" simplePos="0" relativeHeight="251668480" behindDoc="0" locked="0" layoutInCell="1" allowOverlap="1" wp14:anchorId="7CA3C4FA" wp14:editId="624D9BAD">
                <wp:simplePos x="0" y="0"/>
                <wp:positionH relativeFrom="page">
                  <wp:posOffset>3540907</wp:posOffset>
                </wp:positionH>
                <wp:positionV relativeFrom="paragraph">
                  <wp:posOffset>1594346</wp:posOffset>
                </wp:positionV>
                <wp:extent cx="3888740" cy="3717290"/>
                <wp:effectExtent l="0" t="0" r="0" b="3810"/>
                <wp:wrapThrough wrapText="bothSides">
                  <wp:wrapPolygon edited="0">
                    <wp:start x="5714" y="0"/>
                    <wp:lineTo x="5643" y="4723"/>
                    <wp:lineTo x="5361" y="4944"/>
                    <wp:lineTo x="4726" y="5756"/>
                    <wp:lineTo x="4303" y="7084"/>
                    <wp:lineTo x="3950" y="7601"/>
                    <wp:lineTo x="3809" y="7970"/>
                    <wp:lineTo x="3809" y="8265"/>
                    <wp:lineTo x="3315" y="9077"/>
                    <wp:lineTo x="3245" y="9446"/>
                    <wp:lineTo x="2681" y="10627"/>
                    <wp:lineTo x="494" y="12250"/>
                    <wp:lineTo x="0" y="12767"/>
                    <wp:lineTo x="0" y="13062"/>
                    <wp:lineTo x="988" y="14169"/>
                    <wp:lineTo x="776" y="15350"/>
                    <wp:lineTo x="353" y="15940"/>
                    <wp:lineTo x="0" y="16456"/>
                    <wp:lineTo x="353" y="17711"/>
                    <wp:lineTo x="0" y="18080"/>
                    <wp:lineTo x="0" y="18597"/>
                    <wp:lineTo x="2398" y="18892"/>
                    <wp:lineTo x="1975" y="18892"/>
                    <wp:lineTo x="917" y="19777"/>
                    <wp:lineTo x="917" y="20441"/>
                    <wp:lineTo x="3386" y="21253"/>
                    <wp:lineTo x="4444" y="21401"/>
                    <wp:lineTo x="7336" y="21548"/>
                    <wp:lineTo x="10793" y="21548"/>
                    <wp:lineTo x="19399" y="21548"/>
                    <wp:lineTo x="20034" y="21548"/>
                    <wp:lineTo x="21092" y="21327"/>
                    <wp:lineTo x="21022" y="21253"/>
                    <wp:lineTo x="21515" y="20589"/>
                    <wp:lineTo x="21515" y="19703"/>
                    <wp:lineTo x="19963" y="18892"/>
                    <wp:lineTo x="19963" y="10627"/>
                    <wp:lineTo x="20457" y="10627"/>
                    <wp:lineTo x="21445" y="9815"/>
                    <wp:lineTo x="21374" y="0"/>
                    <wp:lineTo x="5714" y="0"/>
                  </wp:wrapPolygon>
                </wp:wrapThrough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88740" cy="37172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0573D9" w:rsidRPr="000573D9">
            <w:rPr>
              <w:b/>
              <w:bCs/>
              <w:noProof/>
              <w:sz w:val="40"/>
              <w:szCs w:val="40"/>
            </w:rPr>
            <mc:AlternateContent>
              <mc:Choice Requires="wps">
                <w:drawing>
                  <wp:anchor distT="0" distB="0" distL="114300" distR="114300" simplePos="0" relativeHeight="251672576" behindDoc="0" locked="0" layoutInCell="1" allowOverlap="1" wp14:anchorId="54DC9C88" wp14:editId="6F1DBA20">
                    <wp:simplePos x="0" y="0"/>
                    <wp:positionH relativeFrom="column">
                      <wp:posOffset>-589280</wp:posOffset>
                    </wp:positionH>
                    <wp:positionV relativeFrom="paragraph">
                      <wp:posOffset>5659099</wp:posOffset>
                    </wp:positionV>
                    <wp:extent cx="4257040" cy="426720"/>
                    <wp:effectExtent l="0" t="0" r="0" b="0"/>
                    <wp:wrapNone/>
                    <wp:docPr id="10" name="Casella di testo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257040" cy="4267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9226310" w14:textId="77777777" w:rsidR="00701567" w:rsidRPr="0071757B" w:rsidRDefault="00C30078" w:rsidP="00701567">
                                <w:pPr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lang w:val="es-ES" w:eastAsia="it-IT"/>
                                  </w:rPr>
                                </w:pPr>
                                <w:r w:rsidRPr="0071757B">
                                  <w:rPr>
                                    <w:rFonts w:ascii="Roboto Cn" w:hAnsi="Roboto Cn" w:cs="Roboto Cn"/>
                                    <w:szCs w:val="20"/>
                                    <w:lang w:val="es-ES"/>
                                  </w:rPr>
                                  <w:t xml:space="preserve">ERASMUS+ No. </w:t>
                                </w:r>
                                <w:r w:rsidR="00701567" w:rsidRPr="0071757B">
                                  <w:rPr>
                                    <w:rFonts w:ascii="Open Sans" w:hAnsi="Open Sans" w:cs="Open Sans"/>
                                    <w:i/>
                                    <w:iCs/>
                                    <w:color w:val="666666"/>
                                    <w:sz w:val="21"/>
                                    <w:szCs w:val="21"/>
                                    <w:lang w:val="es-ES" w:eastAsia="it-IT"/>
                                  </w:rPr>
                                  <w:t>2020-1-SE01-KA227-ADU-092582</w:t>
                                </w:r>
                              </w:p>
                              <w:p w14:paraId="58543126" w14:textId="273F3335" w:rsidR="00C30078" w:rsidRPr="0071757B" w:rsidRDefault="00C30078" w:rsidP="00C30078">
                                <w:pPr>
                                  <w:pStyle w:val="Paragrafobase"/>
                                  <w:suppressAutoHyphens/>
                                  <w:jc w:val="center"/>
                                  <w:rPr>
                                    <w:rFonts w:ascii="Roboto Cn" w:hAnsi="Roboto Cn" w:cs="Roboto Cn"/>
                                    <w:sz w:val="20"/>
                                    <w:szCs w:val="20"/>
                                    <w:lang w:val="es-ES"/>
                                  </w:rPr>
                                </w:pPr>
                              </w:p>
                              <w:p w14:paraId="49AEE929" w14:textId="77777777" w:rsidR="00C30078" w:rsidRPr="0071757B" w:rsidRDefault="00C30078">
                                <w:pPr>
                                  <w:rPr>
                                    <w:lang w:val="es-ES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4DC9C88" id="Casella di testo 10" o:spid="_x0000_s1028" type="#_x0000_t202" style="position:absolute;margin-left:-46.4pt;margin-top:445.6pt;width:335.2pt;height:33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" filled="f" stroked="f" strokeweight=".5pt">
                    <v:textbox>
                      <w:txbxContent>
                        <w:p w14:paraId="29226310" w14:textId="77777777" w:rsidR="00701567" w:rsidRPr="0071757B" w:rsidRDefault="00C30078" w:rsidP="00701567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  <w:lang w:val="es-ES" w:eastAsia="it-IT"/>
                            </w:rPr>
                          </w:pPr>
                          <w:r w:rsidRPr="0071757B">
                            <w:rPr>
                              <w:rFonts w:ascii="Roboto Cn" w:hAnsi="Roboto Cn" w:cs="Roboto Cn"/>
                              <w:szCs w:val="20"/>
                              <w:lang w:val="es-ES"/>
                            </w:rPr>
                            <w:t xml:space="preserve">ERASMUS+ No. </w:t>
                          </w:r>
                          <w:r w:rsidR="00701567" w:rsidRPr="0071757B">
                            <w:rPr>
                              <w:rFonts w:ascii="Open Sans" w:hAnsi="Open Sans" w:cs="Open Sans"/>
                              <w:i/>
                              <w:iCs/>
                              <w:color w:val="666666"/>
                              <w:sz w:val="21"/>
                              <w:szCs w:val="21"/>
                              <w:lang w:val="es-ES" w:eastAsia="it-IT"/>
                            </w:rPr>
                            <w:t>2020-1-SE01-KA227-ADU-092582</w:t>
                          </w:r>
                        </w:p>
                        <w:p w14:paraId="58543126" w14:textId="273F3335" w:rsidR="00C30078" w:rsidRPr="0071757B" w:rsidRDefault="00C30078" w:rsidP="00C30078">
                          <w:pPr>
                            <w:pStyle w:val="Paragrafobase"/>
                            <w:suppressAutoHyphens/>
                            <w:jc w:val="center"/>
                            <w:rPr>
                              <w:rFonts w:ascii="Roboto Cn" w:hAnsi="Roboto Cn" w:cs="Roboto Cn"/>
                              <w:sz w:val="20"/>
                              <w:szCs w:val="20"/>
                              <w:lang w:val="es-ES"/>
                            </w:rPr>
                          </w:pPr>
                        </w:p>
                        <w:p w14:paraId="49AEE929" w14:textId="77777777" w:rsidR="00C30078" w:rsidRPr="0071757B" w:rsidRDefault="00C30078">
                          <w:pPr>
                            <w:rPr>
                              <w:lang w:val="es-ES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B72F49" w:rsidRPr="00B72F49">
            <w:rPr>
              <w:rFonts w:cs="Arial"/>
              <w:smallCaps/>
              <w:color w:val="3B3B3B"/>
              <w:sz w:val="44"/>
              <w:szCs w:val="44"/>
              <w:lang w:val="es-ES"/>
            </w:rPr>
            <w:t>Reto 13</w:t>
          </w:r>
          <w:r w:rsidR="00C43CFA" w:rsidRPr="00B72F49">
            <w:rPr>
              <w:rFonts w:cs="Arial"/>
              <w:b/>
              <w:bCs/>
              <w:smallCaps/>
              <w:color w:val="3B3B3B"/>
              <w:sz w:val="44"/>
              <w:szCs w:val="44"/>
              <w:lang w:val="es-ES"/>
            </w:rPr>
            <w:br/>
          </w:r>
          <w:r w:rsidR="00B72F49" w:rsidRPr="00B72F49">
            <w:rPr>
              <w:rFonts w:cs="Arial"/>
              <w:b/>
              <w:bCs/>
              <w:smallCaps/>
              <w:color w:val="00A0CA"/>
              <w:sz w:val="52"/>
              <w:szCs w:val="52"/>
              <w:lang w:val="es-ES"/>
            </w:rPr>
            <w:t xml:space="preserve">RESOLVER PROBLEMAS DE CONEXIÓN WI-FI </w:t>
          </w:r>
          <w:r w:rsidR="00136393" w:rsidRPr="00B72F49">
            <w:rPr>
              <w:b/>
              <w:bCs/>
              <w:sz w:val="40"/>
              <w:szCs w:val="40"/>
              <w:lang w:val="es-ES"/>
            </w:rPr>
            <w:br w:type="page"/>
          </w:r>
        </w:p>
        <w:p w14:paraId="2A10AFEC" w14:textId="35B04A3B" w:rsidR="000573D9" w:rsidRDefault="0071757B" w:rsidP="000573D9">
          <w:pPr>
            <w:spacing w:after="0" w:line="240" w:lineRule="auto"/>
          </w:pPr>
        </w:p>
      </w:sdtContent>
    </w:sdt>
    <w:bookmarkStart w:id="5" w:name="_Toc11172976" w:displacedByCustomXml="prev"/>
    <w:bookmarkEnd w:id="5"/>
    <w:bookmarkEnd w:id="0"/>
    <w:p w14:paraId="44CC2B04" w14:textId="77777777" w:rsidR="00B72F49" w:rsidRPr="00C624F9" w:rsidRDefault="00B72F49" w:rsidP="00B72F49">
      <w:pPr>
        <w:pStyle w:val="Ttulo2"/>
        <w:rPr>
          <w:rFonts w:ascii="Arial Black" w:eastAsia="Times New Roman" w:hAnsi="Arial Black" w:cs="Times New Roman"/>
          <w:b w:val="0"/>
          <w:caps w:val="0"/>
          <w:spacing w:val="0"/>
          <w:sz w:val="36"/>
          <w:szCs w:val="36"/>
          <w:lang w:val="es-ES"/>
        </w:rPr>
      </w:pPr>
      <w:r w:rsidRPr="00C624F9">
        <w:rPr>
          <w:rFonts w:ascii="Arial Black" w:eastAsia="Times New Roman" w:hAnsi="Arial Black" w:cs="Times New Roman"/>
          <w:b w:val="0"/>
          <w:caps w:val="0"/>
          <w:spacing w:val="0"/>
          <w:sz w:val="36"/>
          <w:szCs w:val="36"/>
          <w:lang w:val="es-ES"/>
        </w:rPr>
        <w:t>ESTRUCTURA DEL RETO</w:t>
      </w:r>
    </w:p>
    <w:p w14:paraId="0904FA8C" w14:textId="6EC6170C" w:rsidR="008F556A" w:rsidRPr="00B72F49" w:rsidRDefault="00C43CFA" w:rsidP="0071757B">
      <w:pPr>
        <w:pStyle w:val="Ttulo2"/>
        <w:jc w:val="both"/>
        <w:rPr>
          <w:color w:val="FFC000"/>
          <w:sz w:val="28"/>
          <w:szCs w:val="28"/>
          <w:lang w:val="es-ES"/>
        </w:rPr>
      </w:pPr>
      <w:r w:rsidRPr="00B72F49">
        <w:rPr>
          <w:color w:val="FFC000"/>
          <w:sz w:val="28"/>
          <w:szCs w:val="28"/>
          <w:lang w:val="es-ES"/>
        </w:rPr>
        <w:t>D</w:t>
      </w:r>
      <w:r w:rsidR="00B72F49" w:rsidRPr="00B72F49">
        <w:rPr>
          <w:color w:val="FFC000"/>
          <w:sz w:val="28"/>
          <w:szCs w:val="28"/>
          <w:lang w:val="es-ES"/>
        </w:rPr>
        <w:t>escripción</w:t>
      </w:r>
    </w:p>
    <w:p w14:paraId="1133E3A1" w14:textId="77777777" w:rsidR="0071757B" w:rsidRDefault="00B72F49" w:rsidP="0071757B">
      <w:pPr>
        <w:pStyle w:val="Ttulo2"/>
        <w:jc w:val="both"/>
        <w:rPr>
          <w:rFonts w:ascii="Calibri" w:eastAsia="Times New Roman" w:hAnsi="Calibri" w:cs="Calibri"/>
          <w:b w:val="0"/>
          <w:bCs w:val="0"/>
          <w:caps w:val="0"/>
          <w:color w:val="auto"/>
          <w:spacing w:val="0"/>
          <w:sz w:val="22"/>
          <w:szCs w:val="22"/>
          <w:lang w:val="es-ES"/>
        </w:rPr>
      </w:pPr>
      <w:bookmarkStart w:id="6" w:name="_Toc8919156"/>
      <w:bookmarkStart w:id="7" w:name="_Toc11172978"/>
      <w:r w:rsidRPr="00B72F49">
        <w:rPr>
          <w:rFonts w:ascii="Calibri" w:eastAsia="Times New Roman" w:hAnsi="Calibri" w:cs="Calibri"/>
          <w:b w:val="0"/>
          <w:bCs w:val="0"/>
          <w:caps w:val="0"/>
          <w:color w:val="auto"/>
          <w:spacing w:val="0"/>
          <w:sz w:val="22"/>
          <w:szCs w:val="22"/>
          <w:lang w:val="es-ES"/>
        </w:rPr>
        <w:t xml:space="preserve">Este reto te plantea dos problemas de la vida cotidiana relacionados con la conexión Wi-Fi para que aprendas a lidiar con ellos y estés preparado </w:t>
      </w:r>
      <w:r w:rsidR="0071757B">
        <w:rPr>
          <w:rFonts w:ascii="Calibri" w:eastAsia="Times New Roman" w:hAnsi="Calibri" w:cs="Calibri"/>
          <w:b w:val="0"/>
          <w:bCs w:val="0"/>
          <w:caps w:val="0"/>
          <w:color w:val="auto"/>
          <w:spacing w:val="0"/>
          <w:sz w:val="22"/>
          <w:szCs w:val="22"/>
          <w:lang w:val="es-ES"/>
        </w:rPr>
        <w:t>en</w:t>
      </w:r>
      <w:r w:rsidRPr="00B72F49">
        <w:rPr>
          <w:rFonts w:ascii="Calibri" w:eastAsia="Times New Roman" w:hAnsi="Calibri" w:cs="Calibri"/>
          <w:b w:val="0"/>
          <w:bCs w:val="0"/>
          <w:caps w:val="0"/>
          <w:color w:val="auto"/>
          <w:spacing w:val="0"/>
          <w:sz w:val="22"/>
          <w:szCs w:val="22"/>
          <w:lang w:val="es-ES"/>
        </w:rPr>
        <w:t xml:space="preserve"> resolverlos en caso de que tengan una solución fácil.</w:t>
      </w:r>
    </w:p>
    <w:p w14:paraId="78303375" w14:textId="0EB0542F" w:rsidR="00C43CFA" w:rsidRPr="00B72F49" w:rsidRDefault="00B72F49" w:rsidP="0071757B">
      <w:pPr>
        <w:pStyle w:val="Ttulo2"/>
        <w:jc w:val="both"/>
        <w:rPr>
          <w:lang w:val="es-ES"/>
        </w:rPr>
      </w:pPr>
      <w:r w:rsidRPr="00B72F49">
        <w:rPr>
          <w:rFonts w:ascii="Calibri" w:eastAsia="Times New Roman" w:hAnsi="Calibri" w:cs="Calibri"/>
          <w:b w:val="0"/>
          <w:bCs w:val="0"/>
          <w:caps w:val="0"/>
          <w:color w:val="auto"/>
          <w:spacing w:val="0"/>
          <w:sz w:val="22"/>
          <w:szCs w:val="22"/>
          <w:lang w:val="es-ES"/>
        </w:rPr>
        <w:t xml:space="preserve">El objetivo principal de la actividad es ganar autonomía, aprender a lidiar con este tipo de problemas, ser capaz de diseñar una solución, estar preparado para llevar a cabo una prueba de ensayo-error, diagnosticar el problema </w:t>
      </w:r>
      <w:r w:rsidR="00691D05">
        <w:rPr>
          <w:rFonts w:ascii="Calibri" w:eastAsia="Times New Roman" w:hAnsi="Calibri" w:cs="Calibri"/>
          <w:b w:val="0"/>
          <w:bCs w:val="0"/>
          <w:caps w:val="0"/>
          <w:color w:val="auto"/>
          <w:spacing w:val="0"/>
          <w:sz w:val="22"/>
          <w:szCs w:val="22"/>
          <w:lang w:val="es-ES"/>
        </w:rPr>
        <w:t xml:space="preserve">e identificar </w:t>
      </w:r>
      <w:r w:rsidRPr="00B72F49">
        <w:rPr>
          <w:rFonts w:ascii="Calibri" w:eastAsia="Times New Roman" w:hAnsi="Calibri" w:cs="Calibri"/>
          <w:b w:val="0"/>
          <w:bCs w:val="0"/>
          <w:caps w:val="0"/>
          <w:color w:val="auto"/>
          <w:spacing w:val="0"/>
          <w:sz w:val="22"/>
          <w:szCs w:val="22"/>
          <w:lang w:val="es-ES"/>
        </w:rPr>
        <w:t>el momento en el que debes buscar ayuda.</w:t>
      </w:r>
    </w:p>
    <w:p w14:paraId="0E54084A" w14:textId="1C0497CD" w:rsidR="00C43CFA" w:rsidRPr="00B72F49" w:rsidRDefault="00B72F49" w:rsidP="00C43CFA">
      <w:pPr>
        <w:pStyle w:val="Ttulo2"/>
        <w:rPr>
          <w:rFonts w:ascii="Times New Roman" w:hAnsi="Times New Roman"/>
          <w:szCs w:val="36"/>
          <w:lang w:val="es-ES"/>
        </w:rPr>
      </w:pPr>
      <w:r w:rsidRPr="00B72F49">
        <w:rPr>
          <w:rFonts w:ascii="Arial" w:hAnsi="Arial" w:cs="Arial"/>
          <w:smallCaps/>
          <w:color w:val="FFC000"/>
          <w:sz w:val="28"/>
          <w:szCs w:val="28"/>
          <w:lang w:val="es-ES"/>
        </w:rPr>
        <w:t>Objetivo general</w:t>
      </w:r>
    </w:p>
    <w:p w14:paraId="4CDCB595" w14:textId="77777777" w:rsidR="00B72F49" w:rsidRDefault="00B72F49" w:rsidP="00C43CFA">
      <w:pPr>
        <w:pStyle w:val="Ttulo2"/>
        <w:rPr>
          <w:rFonts w:ascii="Calibri" w:eastAsia="Times New Roman" w:hAnsi="Calibri" w:cs="Calibri"/>
          <w:b w:val="0"/>
          <w:bCs w:val="0"/>
          <w:caps w:val="0"/>
          <w:color w:val="000000"/>
          <w:spacing w:val="0"/>
          <w:sz w:val="22"/>
          <w:szCs w:val="22"/>
          <w:lang w:val="es-ES"/>
        </w:rPr>
      </w:pPr>
      <w:r w:rsidRPr="00B72F49">
        <w:rPr>
          <w:rFonts w:ascii="Calibri" w:eastAsia="Times New Roman" w:hAnsi="Calibri" w:cs="Calibri"/>
          <w:b w:val="0"/>
          <w:bCs w:val="0"/>
          <w:caps w:val="0"/>
          <w:color w:val="000000"/>
          <w:spacing w:val="0"/>
          <w:sz w:val="22"/>
          <w:szCs w:val="22"/>
          <w:lang w:val="es-ES"/>
        </w:rPr>
        <w:t>Desarrollo de una estrategia sencilla para resolver los problemas básicos de conexión.</w:t>
      </w:r>
    </w:p>
    <w:p w14:paraId="4A416250" w14:textId="408F3A4F" w:rsidR="00B72F49" w:rsidRDefault="00B72F49" w:rsidP="00B72F49">
      <w:pPr>
        <w:pStyle w:val="Ttulo2"/>
        <w:rPr>
          <w:rFonts w:ascii="Arial" w:hAnsi="Arial" w:cs="Arial"/>
          <w:smallCaps/>
          <w:color w:val="FFC000"/>
          <w:sz w:val="28"/>
          <w:szCs w:val="28"/>
        </w:rPr>
      </w:pPr>
      <w:r w:rsidRPr="00C624F9">
        <w:rPr>
          <w:rFonts w:ascii="Arial" w:hAnsi="Arial" w:cs="Arial"/>
          <w:smallCaps/>
          <w:color w:val="FFC000"/>
          <w:sz w:val="28"/>
          <w:szCs w:val="28"/>
        </w:rPr>
        <w:t>OBJETIVOS DE APRENDIZAJE</w:t>
      </w:r>
    </w:p>
    <w:p w14:paraId="51BCB546" w14:textId="77777777" w:rsidR="00691D05" w:rsidRPr="00691D05" w:rsidRDefault="00691D05" w:rsidP="00691D05"/>
    <w:p w14:paraId="1BF245F1" w14:textId="77777777" w:rsidR="00604821" w:rsidRDefault="00B72F49" w:rsidP="00C43CFA">
      <w:pPr>
        <w:numPr>
          <w:ilvl w:val="0"/>
          <w:numId w:val="24"/>
        </w:numPr>
        <w:rPr>
          <w:lang w:val="es-ES"/>
        </w:rPr>
      </w:pPr>
      <w:r w:rsidRPr="00B72F49">
        <w:rPr>
          <w:lang w:val="es-ES"/>
        </w:rPr>
        <w:t xml:space="preserve">Elaboración de una estrategia a partir de un diagnóstico </w:t>
      </w:r>
      <w:r>
        <w:rPr>
          <w:lang w:val="es-ES"/>
        </w:rPr>
        <w:t>sencillo: observación</w:t>
      </w:r>
      <w:r w:rsidR="00604821">
        <w:rPr>
          <w:lang w:val="es-ES"/>
        </w:rPr>
        <w:t xml:space="preserve">, ensayo-error. </w:t>
      </w:r>
    </w:p>
    <w:p w14:paraId="64BA8A8D" w14:textId="04E3F4B0" w:rsidR="00C43CFA" w:rsidRPr="00604821" w:rsidRDefault="00604821" w:rsidP="00C43CFA">
      <w:pPr>
        <w:numPr>
          <w:ilvl w:val="0"/>
          <w:numId w:val="24"/>
        </w:numPr>
        <w:rPr>
          <w:lang w:val="es-ES"/>
        </w:rPr>
      </w:pPr>
      <w:r w:rsidRPr="00604821">
        <w:rPr>
          <w:lang w:val="es-ES"/>
        </w:rPr>
        <w:t>Evaluación de una situación y</w:t>
      </w:r>
      <w:r>
        <w:rPr>
          <w:lang w:val="es-ES"/>
        </w:rPr>
        <w:t xml:space="preserve"> reconocimiento de las brechas personales. </w:t>
      </w:r>
    </w:p>
    <w:p w14:paraId="6352A3E7" w14:textId="77777777" w:rsidR="00C43CFA" w:rsidRPr="00604821" w:rsidRDefault="00C43CFA" w:rsidP="00C43CFA">
      <w:pPr>
        <w:rPr>
          <w:lang w:val="es-ES"/>
        </w:rPr>
      </w:pPr>
    </w:p>
    <w:bookmarkEnd w:id="6"/>
    <w:bookmarkEnd w:id="7"/>
    <w:p w14:paraId="332A92BC" w14:textId="4F8330B2" w:rsidR="00BC51B0" w:rsidRPr="00691D05" w:rsidRDefault="00BF2395" w:rsidP="00691D05">
      <w:pPr>
        <w:spacing w:line="240" w:lineRule="auto"/>
        <w:rPr>
          <w:rFonts w:ascii="Times New Roman" w:hAnsi="Times New Roman"/>
          <w:sz w:val="24"/>
          <w:szCs w:val="24"/>
          <w:lang w:val="es-ES" w:eastAsia="es-ES"/>
        </w:rPr>
      </w:pPr>
      <w:r w:rsidRPr="00BF2395">
        <w:rPr>
          <w:rFonts w:cs="Arial"/>
          <w:b/>
          <w:bCs/>
          <w:color w:val="FFFFFF"/>
          <w:sz w:val="36"/>
          <w:szCs w:val="36"/>
          <w:lang w:val="es-ES" w:eastAsia="es-ES"/>
        </w:rPr>
        <w:t>INSTRUCTIONS</w:t>
      </w:r>
    </w:p>
    <w:p w14:paraId="4D3BF307" w14:textId="77777777" w:rsidR="00D21190" w:rsidRDefault="00D21190" w:rsidP="008F556A"/>
    <w:tbl>
      <w:tblPr>
        <w:tblStyle w:val="Tablaconcuadrculaclara"/>
        <w:tblW w:w="0" w:type="auto"/>
        <w:tblLook w:val="0420" w:firstRow="1" w:lastRow="0" w:firstColumn="0" w:lastColumn="0" w:noHBand="0" w:noVBand="1"/>
      </w:tblPr>
      <w:tblGrid>
        <w:gridCol w:w="9360"/>
      </w:tblGrid>
      <w:tr w:rsidR="005943B3" w:rsidRPr="00DA22AC" w14:paraId="4B2E3258" w14:textId="77777777" w:rsidTr="004940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 w:themeFill="accent2"/>
          </w:tcPr>
          <w:p w14:paraId="5AF02E54" w14:textId="7D941A6C" w:rsidR="005943B3" w:rsidRPr="005943B3" w:rsidRDefault="00604821" w:rsidP="004C2606">
            <w:pPr>
              <w:rPr>
                <w:color w:val="FF0000"/>
                <w:sz w:val="36"/>
                <w:szCs w:val="36"/>
                <w:lang w:val="en-US"/>
              </w:rPr>
            </w:pPr>
            <w:r w:rsidRPr="005319A0">
              <w:rPr>
                <w:color w:val="FFFFFF" w:themeColor="background1"/>
                <w:sz w:val="36"/>
                <w:szCs w:val="36"/>
                <w:lang w:val="en-US"/>
              </w:rPr>
              <w:t>INSTRUCCIONES</w:t>
            </w:r>
            <w:r w:rsidR="005943B3" w:rsidRPr="005943B3">
              <w:rPr>
                <w:color w:val="FFFFFF" w:themeColor="background1"/>
                <w:sz w:val="36"/>
                <w:szCs w:val="36"/>
                <w:lang w:val="en-US"/>
              </w:rPr>
              <w:t xml:space="preserve"> </w:t>
            </w:r>
          </w:p>
        </w:tc>
      </w:tr>
      <w:tr w:rsidR="005943B3" w:rsidRPr="00C30078" w14:paraId="6CDB7B91" w14:textId="77777777" w:rsidTr="00A875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62385745" w14:textId="77777777" w:rsidR="00604821" w:rsidRPr="0071757B" w:rsidRDefault="00604821" w:rsidP="00604821">
            <w:pPr>
              <w:pStyle w:val="NormalWeb"/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71757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  <w:t xml:space="preserve">Te encuentras en estas dos situaciones: </w:t>
            </w:r>
          </w:p>
          <w:p w14:paraId="3629A774" w14:textId="7709E1E2" w:rsidR="00604821" w:rsidRDefault="00604821" w:rsidP="00604821">
            <w:pPr>
              <w:pStyle w:val="NormalWeb"/>
              <w:numPr>
                <w:ilvl w:val="0"/>
                <w:numId w:val="38"/>
              </w:num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757B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 xml:space="preserve">Acabas de encender tu ordenador y quieres abrir tu página de Facebook pero no hay Wi-Fi... </w:t>
            </w:r>
            <w:r w:rsidRPr="00604821">
              <w:rPr>
                <w:rFonts w:ascii="Calibri" w:hAnsi="Calibri" w:cs="Calibri"/>
                <w:color w:val="000000"/>
                <w:sz w:val="22"/>
                <w:szCs w:val="22"/>
              </w:rPr>
              <w:t>¿Qué haces ahora?</w:t>
            </w:r>
          </w:p>
          <w:p w14:paraId="49845D32" w14:textId="6C9BF598" w:rsidR="00BF2395" w:rsidRPr="00604821" w:rsidRDefault="00604821" w:rsidP="00604821">
            <w:pPr>
              <w:pStyle w:val="NormalWeb"/>
              <w:numPr>
                <w:ilvl w:val="0"/>
                <w:numId w:val="38"/>
              </w:num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757B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 xml:space="preserve">Estás hablando por teléfono (smartphone sin plan de datos) con un amigo y le prometes enviarle unas fotos en cuanto cuelgues. Cuando terminas la conversación, deberías tener Wi-Fi pero no hay conexión... </w:t>
            </w:r>
            <w:r w:rsidRPr="00604821">
              <w:rPr>
                <w:rFonts w:ascii="Calibri" w:hAnsi="Calibri" w:cs="Calibri"/>
                <w:color w:val="000000"/>
                <w:sz w:val="22"/>
                <w:szCs w:val="22"/>
              </w:rPr>
              <w:t>¿Qué haces ahora?</w:t>
            </w:r>
          </w:p>
          <w:p w14:paraId="60BDCFD8" w14:textId="5766E5A2" w:rsidR="005943B3" w:rsidRPr="00C30078" w:rsidRDefault="005943B3" w:rsidP="004C2606">
            <w:pPr>
              <w:rPr>
                <w:lang w:val="en-US"/>
              </w:rPr>
            </w:pPr>
          </w:p>
        </w:tc>
      </w:tr>
      <w:tr w:rsidR="00AF779E" w:rsidRPr="0071757B" w14:paraId="336FA1E1" w14:textId="77777777" w:rsidTr="00A875D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677CBA54" w14:textId="19CF5220" w:rsidR="00AF17FF" w:rsidRPr="0071757B" w:rsidRDefault="00604821" w:rsidP="00AF779E">
            <w:pPr>
              <w:pStyle w:val="NormalWeb"/>
              <w:rPr>
                <w:rFonts w:ascii="Calibri" w:hAnsi="Calibri" w:cs="Calibri"/>
                <w:b/>
                <w:bCs/>
                <w:color w:val="000000"/>
                <w:sz w:val="22"/>
                <w:lang w:val="es-ES"/>
              </w:rPr>
            </w:pPr>
            <w:r w:rsidRPr="0071757B">
              <w:rPr>
                <w:rFonts w:ascii="Arial" w:hAnsi="Arial" w:cs="Arial"/>
                <w:b/>
                <w:bCs/>
                <w:smallCaps/>
                <w:color w:val="FFC000"/>
                <w:sz w:val="28"/>
                <w:szCs w:val="28"/>
                <w:lang w:val="es-ES"/>
              </w:rPr>
              <w:t>Actividad Principal</w:t>
            </w:r>
          </w:p>
          <w:p w14:paraId="1B607DCF" w14:textId="77777777" w:rsidR="00604821" w:rsidRPr="00604821" w:rsidRDefault="00604821" w:rsidP="00AF779E">
            <w:pPr>
              <w:pStyle w:val="NormalWeb"/>
              <w:rPr>
                <w:rFonts w:ascii="Calibri" w:hAnsi="Calibri" w:cs="Calibri"/>
                <w:b/>
                <w:bCs/>
                <w:color w:val="000000"/>
                <w:sz w:val="22"/>
                <w:lang w:val="es-ES"/>
              </w:rPr>
            </w:pPr>
            <w:r w:rsidRPr="00604821">
              <w:rPr>
                <w:rFonts w:ascii="Calibri" w:hAnsi="Calibri" w:cs="Calibri"/>
                <w:b/>
                <w:bCs/>
                <w:color w:val="000000"/>
                <w:sz w:val="22"/>
                <w:lang w:val="es-ES"/>
              </w:rPr>
              <w:t xml:space="preserve">¿Qué soluciones se te ocurren? Discute con tus compañeros. </w:t>
            </w:r>
          </w:p>
          <w:p w14:paraId="329F3E3B" w14:textId="0410852E" w:rsidR="00604821" w:rsidRDefault="00604821" w:rsidP="00604821">
            <w:pPr>
              <w:pStyle w:val="NormalWeb"/>
              <w:rPr>
                <w:rFonts w:ascii="Calibri" w:hAnsi="Calibri" w:cs="Calibri"/>
                <w:i/>
                <w:iCs/>
                <w:color w:val="000000"/>
                <w:sz w:val="22"/>
                <w:lang w:val="es-ES"/>
              </w:rPr>
            </w:pPr>
            <w:r w:rsidRPr="00604821">
              <w:rPr>
                <w:rFonts w:ascii="Calibri" w:hAnsi="Calibri" w:cs="Calibri"/>
                <w:i/>
                <w:iCs/>
                <w:color w:val="000000"/>
                <w:sz w:val="22"/>
                <w:lang w:val="es-ES"/>
              </w:rPr>
              <w:t xml:space="preserve">Aquí tienes algunas palabras clave: </w:t>
            </w:r>
            <w:r>
              <w:rPr>
                <w:rFonts w:ascii="Calibri" w:hAnsi="Calibri" w:cs="Calibri"/>
                <w:i/>
                <w:iCs/>
                <w:color w:val="000000"/>
                <w:sz w:val="22"/>
                <w:lang w:val="es-ES"/>
              </w:rPr>
              <w:br/>
            </w:r>
            <w:r w:rsidRPr="00604821">
              <w:rPr>
                <w:rFonts w:ascii="Calibri" w:hAnsi="Calibri" w:cs="Calibri"/>
                <w:i/>
                <w:iCs/>
                <w:color w:val="000000"/>
                <w:sz w:val="22"/>
                <w:lang w:val="es-ES"/>
              </w:rPr>
              <w:t>Modo avión, router, cable, distancia, alimentación, contraseña.</w:t>
            </w:r>
          </w:p>
          <w:p w14:paraId="33B173AF" w14:textId="341C975B" w:rsidR="00AF779E" w:rsidRPr="00340458" w:rsidRDefault="00340458" w:rsidP="00604821">
            <w:pPr>
              <w:pStyle w:val="NormalWeb"/>
              <w:rPr>
                <w:rFonts w:ascii="Calibri" w:hAnsi="Calibri" w:cs="Calibri"/>
                <w:i/>
                <w:iCs/>
                <w:color w:val="000000"/>
                <w:sz w:val="22"/>
                <w:lang w:val="es-ES"/>
              </w:rPr>
            </w:pPr>
            <w:r w:rsidRPr="00340458">
              <w:rPr>
                <w:rFonts w:ascii="Calibri" w:hAnsi="Calibri" w:cs="Calibri"/>
                <w:b/>
                <w:bCs/>
                <w:color w:val="000000"/>
                <w:sz w:val="22"/>
                <w:lang w:val="es-ES"/>
              </w:rPr>
              <w:lastRenderedPageBreak/>
              <w:t>Anota todo lo que h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lang w:val="es-ES"/>
              </w:rPr>
              <w:t>ay en común.</w:t>
            </w:r>
          </w:p>
          <w:p w14:paraId="48A4A779" w14:textId="3FDE8B02" w:rsidR="00531556" w:rsidRPr="00340458" w:rsidRDefault="00340458" w:rsidP="00340458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2"/>
                <w:lang w:val="es-ES" w:eastAsia="es-ES"/>
              </w:rPr>
            </w:pPr>
            <w:r w:rsidRPr="00340458">
              <w:rPr>
                <w:rFonts w:ascii="Calibri" w:hAnsi="Calibri" w:cs="Calibri"/>
                <w:b/>
                <w:bCs/>
                <w:color w:val="000000"/>
                <w:sz w:val="22"/>
                <w:szCs w:val="24"/>
                <w:lang w:val="es-ES"/>
              </w:rPr>
              <w:t>Con la ayuda de tu formador, crea una estrategia para resolver ambas situaciones paso a paso.</w:t>
            </w:r>
            <w:r w:rsidRPr="00340458">
              <w:rPr>
                <w:rFonts w:ascii="Calibri" w:hAnsi="Calibri" w:cs="Calibri"/>
                <w:color w:val="000000"/>
                <w:sz w:val="22"/>
                <w:szCs w:val="24"/>
                <w:lang w:val="es-ES"/>
              </w:rPr>
              <w:t xml:space="preserve"> La estrategia resultante debe servirte de guía para ayudarte en caso de que te enfrentes a un problema similar.</w:t>
            </w:r>
          </w:p>
          <w:p w14:paraId="0BB231FB" w14:textId="11662F1E" w:rsidR="00340458" w:rsidRDefault="00340458" w:rsidP="00340458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2"/>
                <w:lang w:val="es-ES" w:eastAsia="es-ES"/>
              </w:rPr>
            </w:pPr>
          </w:p>
          <w:p w14:paraId="182A5ABB" w14:textId="77777777" w:rsidR="00340458" w:rsidRPr="00340458" w:rsidRDefault="00340458" w:rsidP="00340458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2"/>
                <w:lang w:val="es-ES" w:eastAsia="es-ES"/>
              </w:rPr>
            </w:pPr>
          </w:p>
          <w:p w14:paraId="2EEE3B4F" w14:textId="6D4AB065" w:rsidR="00531556" w:rsidRPr="00340458" w:rsidRDefault="00340458" w:rsidP="0053155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s-ES" w:eastAsia="es-ES"/>
              </w:rPr>
            </w:pPr>
            <w:r w:rsidRPr="00340458">
              <w:rPr>
                <w:rFonts w:ascii="Calibri" w:hAnsi="Calibri" w:cs="Calibri"/>
                <w:b/>
                <w:bCs/>
                <w:color w:val="000000"/>
                <w:sz w:val="22"/>
                <w:lang w:val="es-ES" w:eastAsia="es-ES"/>
              </w:rPr>
              <w:t>Debe incluir los siguientes p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lang w:val="es-ES" w:eastAsia="es-ES"/>
              </w:rPr>
              <w:t xml:space="preserve">asos: </w:t>
            </w:r>
          </w:p>
          <w:p w14:paraId="6024B1F5" w14:textId="712D1592" w:rsidR="00340458" w:rsidRPr="00340458" w:rsidRDefault="00340458" w:rsidP="00340458">
            <w:pPr>
              <w:numPr>
                <w:ilvl w:val="0"/>
                <w:numId w:val="30"/>
              </w:numPr>
              <w:spacing w:after="0" w:line="240" w:lineRule="auto"/>
              <w:ind w:left="720" w:hanging="360"/>
              <w:textAlignment w:val="baseline"/>
              <w:rPr>
                <w:rFonts w:ascii="Calibri" w:hAnsi="Calibri" w:cs="Calibri"/>
                <w:color w:val="000000"/>
                <w:sz w:val="22"/>
                <w:lang w:val="en-US" w:eastAsia="es-ES"/>
              </w:rPr>
            </w:pPr>
            <w:r w:rsidRPr="00340458">
              <w:rPr>
                <w:rFonts w:ascii="Calibri" w:hAnsi="Calibri" w:cs="Calibri"/>
                <w:i/>
                <w:iCs/>
                <w:color w:val="000000"/>
                <w:sz w:val="22"/>
                <w:lang w:val="es-ES" w:eastAsia="es-ES"/>
              </w:rPr>
              <w:t xml:space="preserve">Mi ordenador no tiene </w:t>
            </w:r>
            <w:r>
              <w:rPr>
                <w:rFonts w:ascii="Calibri" w:hAnsi="Calibri" w:cs="Calibri"/>
                <w:i/>
                <w:iCs/>
                <w:color w:val="000000"/>
                <w:sz w:val="22"/>
                <w:lang w:val="es-ES" w:eastAsia="es-ES"/>
              </w:rPr>
              <w:t xml:space="preserve">conexión al </w:t>
            </w:r>
            <w:r w:rsidRPr="00340458">
              <w:rPr>
                <w:rFonts w:ascii="Calibri" w:hAnsi="Calibri" w:cs="Calibri"/>
                <w:i/>
                <w:iCs/>
                <w:color w:val="000000"/>
                <w:sz w:val="22"/>
                <w:lang w:val="es-ES" w:eastAsia="es-ES"/>
              </w:rPr>
              <w:t xml:space="preserve">Wi-Fi... </w:t>
            </w:r>
            <w:r w:rsidRPr="00340458">
              <w:rPr>
                <w:rFonts w:ascii="Calibri" w:hAnsi="Calibri" w:cs="Calibri"/>
                <w:i/>
                <w:iCs/>
                <w:color w:val="000000"/>
                <w:sz w:val="22"/>
                <w:lang w:val="en-US" w:eastAsia="es-ES"/>
              </w:rPr>
              <w:t>¿Qué debo hacer?</w:t>
            </w:r>
          </w:p>
          <w:p w14:paraId="1D69DF55" w14:textId="5967F30D" w:rsidR="00340458" w:rsidRPr="00340458" w:rsidRDefault="00340458" w:rsidP="00340458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textAlignment w:val="baseline"/>
              <w:rPr>
                <w:rFonts w:ascii="Calibri" w:hAnsi="Calibri" w:cs="Calibri"/>
                <w:color w:val="000000"/>
                <w:sz w:val="22"/>
                <w:lang w:val="es-ES" w:eastAsia="es-ES"/>
              </w:rPr>
            </w:pPr>
            <w:r w:rsidRPr="00340458">
              <w:rPr>
                <w:rFonts w:ascii="Calibri" w:hAnsi="Calibri" w:cs="Calibri"/>
                <w:color w:val="000000"/>
                <w:sz w:val="22"/>
                <w:lang w:val="es-ES" w:eastAsia="es-ES"/>
              </w:rPr>
              <w:t>Compruebe si hay otros dispositivos conectados</w:t>
            </w:r>
          </w:p>
          <w:p w14:paraId="01A98B56" w14:textId="03E430B6" w:rsidR="00340458" w:rsidRPr="00340458" w:rsidRDefault="00340458" w:rsidP="00340458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textAlignment w:val="baseline"/>
              <w:rPr>
                <w:rFonts w:ascii="Calibri" w:hAnsi="Calibri" w:cs="Calibri"/>
                <w:color w:val="000000"/>
                <w:sz w:val="22"/>
                <w:lang w:val="es-ES" w:eastAsia="es-ES"/>
              </w:rPr>
            </w:pPr>
            <w:r w:rsidRPr="00340458">
              <w:rPr>
                <w:rFonts w:ascii="Calibri" w:hAnsi="Calibri" w:cs="Calibri"/>
                <w:color w:val="000000"/>
                <w:sz w:val="22"/>
                <w:lang w:val="es-ES" w:eastAsia="es-ES"/>
              </w:rPr>
              <w:t>Compruebe que el icono de Wi-Fi está activado</w:t>
            </w:r>
          </w:p>
          <w:p w14:paraId="60531258" w14:textId="642D7AAD" w:rsidR="00340458" w:rsidRPr="00340458" w:rsidRDefault="00340458" w:rsidP="00340458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textAlignment w:val="baseline"/>
              <w:rPr>
                <w:rFonts w:ascii="Calibri" w:hAnsi="Calibri" w:cs="Calibri"/>
                <w:color w:val="000000"/>
                <w:sz w:val="22"/>
                <w:lang w:val="es-ES" w:eastAsia="es-ES"/>
              </w:rPr>
            </w:pPr>
            <w:r w:rsidRPr="00340458">
              <w:rPr>
                <w:rFonts w:ascii="Calibri" w:hAnsi="Calibri" w:cs="Calibri"/>
                <w:color w:val="000000"/>
                <w:sz w:val="22"/>
                <w:lang w:val="es-ES" w:eastAsia="es-ES"/>
              </w:rPr>
              <w:t>Comprueba la contraseña en caso de que sea la primera vez que usas ese Wi-Fi (ten en cuenta las mayúsculas y minúsculas, la diferencia entre 0 y O, 1 y l e I)</w:t>
            </w:r>
          </w:p>
          <w:p w14:paraId="6DF3AB55" w14:textId="3FC82068" w:rsidR="00340458" w:rsidRPr="00340458" w:rsidRDefault="00340458" w:rsidP="00340458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textAlignment w:val="baseline"/>
              <w:rPr>
                <w:rFonts w:ascii="Calibri" w:hAnsi="Calibri" w:cs="Calibri"/>
                <w:color w:val="000000"/>
                <w:sz w:val="22"/>
                <w:lang w:val="es-ES" w:eastAsia="es-ES"/>
              </w:rPr>
            </w:pPr>
            <w:r w:rsidRPr="00340458">
              <w:rPr>
                <w:rFonts w:ascii="Calibri" w:hAnsi="Calibri" w:cs="Calibri"/>
                <w:color w:val="000000"/>
                <w:sz w:val="22"/>
                <w:lang w:val="es-ES" w:eastAsia="es-ES"/>
              </w:rPr>
              <w:t>Comprueba que el router funciona/el cable está bien conectado</w:t>
            </w:r>
          </w:p>
          <w:p w14:paraId="3800E0BA" w14:textId="7B8FFC49" w:rsidR="00340458" w:rsidRPr="00340458" w:rsidRDefault="00340458" w:rsidP="00340458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textAlignment w:val="baseline"/>
              <w:rPr>
                <w:rFonts w:ascii="Calibri" w:hAnsi="Calibri" w:cs="Calibri"/>
                <w:color w:val="000000"/>
                <w:sz w:val="22"/>
                <w:lang w:val="es-ES" w:eastAsia="es-ES"/>
              </w:rPr>
            </w:pPr>
            <w:r w:rsidRPr="00340458">
              <w:rPr>
                <w:rFonts w:ascii="Calibri" w:hAnsi="Calibri" w:cs="Calibri"/>
                <w:color w:val="000000"/>
                <w:sz w:val="22"/>
                <w:lang w:val="es-ES" w:eastAsia="es-ES"/>
              </w:rPr>
              <w:t>Apaga el router y vuelve a encenderlo</w:t>
            </w:r>
          </w:p>
          <w:p w14:paraId="237CBE9A" w14:textId="77777777" w:rsidR="00340458" w:rsidRDefault="00340458" w:rsidP="00340458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textAlignment w:val="baseline"/>
              <w:rPr>
                <w:rFonts w:ascii="Calibri" w:hAnsi="Calibri" w:cs="Calibri"/>
                <w:color w:val="000000"/>
                <w:sz w:val="22"/>
                <w:lang w:val="es-ES" w:eastAsia="es-ES"/>
              </w:rPr>
            </w:pPr>
            <w:r w:rsidRPr="00340458">
              <w:rPr>
                <w:rFonts w:ascii="Calibri" w:hAnsi="Calibri" w:cs="Calibri"/>
                <w:color w:val="000000"/>
                <w:sz w:val="22"/>
                <w:lang w:val="es-ES" w:eastAsia="es-ES"/>
              </w:rPr>
              <w:t>Apague el ordenador y vuelva a encenderlo</w:t>
            </w:r>
          </w:p>
          <w:p w14:paraId="7BDA4C33" w14:textId="03A8DDD6" w:rsidR="00531556" w:rsidRPr="00340458" w:rsidRDefault="00340458" w:rsidP="00340458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textAlignment w:val="baseline"/>
              <w:rPr>
                <w:rFonts w:ascii="Calibri" w:hAnsi="Calibri" w:cs="Calibri"/>
                <w:color w:val="000000"/>
                <w:sz w:val="22"/>
                <w:lang w:val="es-ES" w:eastAsia="es-ES"/>
              </w:rPr>
            </w:pPr>
            <w:r w:rsidRPr="00340458">
              <w:rPr>
                <w:rFonts w:ascii="Calibri" w:hAnsi="Calibri" w:cs="Calibri"/>
                <w:color w:val="000000"/>
                <w:sz w:val="22"/>
                <w:lang w:val="es-ES" w:eastAsia="es-ES"/>
              </w:rPr>
              <w:t>¿Sigue sin funcionar? Pide ayuda. (Algunas compañías ofrecen un servicio de respuesta rápida al que puedes llamar y preguntar si tu conexión funciona correctamente, así podrás comprobar si se trata de un problema general)</w:t>
            </w:r>
            <w:r>
              <w:rPr>
                <w:rFonts w:ascii="Calibri" w:hAnsi="Calibri" w:cs="Calibri"/>
                <w:color w:val="000000"/>
                <w:sz w:val="22"/>
                <w:lang w:val="es-ES" w:eastAsia="es-ES"/>
              </w:rPr>
              <w:br/>
            </w:r>
          </w:p>
          <w:p w14:paraId="00AA3E43" w14:textId="21CE199E" w:rsidR="00531556" w:rsidRPr="00340458" w:rsidRDefault="00531556" w:rsidP="00531556">
            <w:pPr>
              <w:spacing w:after="0" w:line="240" w:lineRule="auto"/>
              <w:ind w:firstLine="425"/>
              <w:rPr>
                <w:rFonts w:ascii="Times New Roman" w:hAnsi="Times New Roman"/>
                <w:sz w:val="24"/>
                <w:szCs w:val="24"/>
                <w:lang w:val="es-ES" w:eastAsia="es-ES"/>
              </w:rPr>
            </w:pPr>
            <w:r w:rsidRPr="00340458">
              <w:rPr>
                <w:rFonts w:ascii="Calibri" w:hAnsi="Calibri" w:cs="Calibri"/>
                <w:color w:val="000000"/>
                <w:sz w:val="22"/>
                <w:lang w:val="es-ES" w:eastAsia="es-ES"/>
              </w:rPr>
              <w:t>b</w:t>
            </w:r>
            <w:r w:rsidRPr="00340458">
              <w:rPr>
                <w:rFonts w:ascii="Calibri" w:hAnsi="Calibri" w:cs="Calibri"/>
                <w:i/>
                <w:iCs/>
                <w:color w:val="000000"/>
                <w:sz w:val="22"/>
                <w:lang w:val="es-ES" w:eastAsia="es-ES"/>
              </w:rPr>
              <w:t xml:space="preserve">) </w:t>
            </w:r>
            <w:r w:rsidR="00340458" w:rsidRPr="00340458">
              <w:rPr>
                <w:rFonts w:ascii="Calibri" w:hAnsi="Calibri" w:cs="Calibri"/>
                <w:i/>
                <w:iCs/>
                <w:color w:val="000000"/>
                <w:sz w:val="22"/>
                <w:lang w:val="es-ES" w:eastAsia="es-ES"/>
              </w:rPr>
              <w:t>Mi móvil no t</w:t>
            </w:r>
            <w:r w:rsidR="00340458">
              <w:rPr>
                <w:rFonts w:ascii="Calibri" w:hAnsi="Calibri" w:cs="Calibri"/>
                <w:i/>
                <w:iCs/>
                <w:color w:val="000000"/>
                <w:sz w:val="22"/>
                <w:lang w:val="es-ES" w:eastAsia="es-ES"/>
              </w:rPr>
              <w:t xml:space="preserve">iene conexión al Wi-Fi… ¿Qué debo hacer? </w:t>
            </w:r>
          </w:p>
          <w:p w14:paraId="78CCB5D9" w14:textId="25D1C518" w:rsidR="008D27D2" w:rsidRPr="008D27D2" w:rsidRDefault="008D27D2" w:rsidP="008D27D2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alibri" w:hAnsi="Calibri" w:cs="Calibri"/>
                <w:color w:val="000000"/>
                <w:sz w:val="22"/>
                <w:lang w:val="es-ES" w:eastAsia="es-ES"/>
              </w:rPr>
            </w:pPr>
            <w:r w:rsidRPr="008D27D2">
              <w:rPr>
                <w:rFonts w:ascii="Calibri" w:hAnsi="Calibri" w:cs="Calibri"/>
                <w:color w:val="000000"/>
                <w:sz w:val="22"/>
                <w:lang w:val="es-ES" w:eastAsia="es-ES"/>
              </w:rPr>
              <w:t>Compruebe si hay otros dispositivos conectados</w:t>
            </w:r>
          </w:p>
          <w:p w14:paraId="60694CC7" w14:textId="484B478F" w:rsidR="008D27D2" w:rsidRPr="008D27D2" w:rsidRDefault="008D27D2" w:rsidP="008D27D2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alibri" w:hAnsi="Calibri" w:cs="Calibri"/>
                <w:color w:val="000000"/>
                <w:sz w:val="22"/>
                <w:lang w:val="es-ES" w:eastAsia="es-ES"/>
              </w:rPr>
            </w:pPr>
            <w:r w:rsidRPr="008D27D2">
              <w:rPr>
                <w:rFonts w:ascii="Calibri" w:hAnsi="Calibri" w:cs="Calibri"/>
                <w:color w:val="000000"/>
                <w:sz w:val="22"/>
                <w:lang w:val="es-ES" w:eastAsia="es-ES"/>
              </w:rPr>
              <w:t xml:space="preserve">Comprueba que el icono de Wi-Fi está activado y que el Modo </w:t>
            </w:r>
            <w:r w:rsidR="00691D05">
              <w:rPr>
                <w:rFonts w:ascii="Calibri" w:hAnsi="Calibri" w:cs="Calibri"/>
                <w:color w:val="000000"/>
                <w:sz w:val="22"/>
                <w:lang w:val="es-ES" w:eastAsia="es-ES"/>
              </w:rPr>
              <w:t>Avión</w:t>
            </w:r>
            <w:r w:rsidRPr="008D27D2">
              <w:rPr>
                <w:rFonts w:ascii="Calibri" w:hAnsi="Calibri" w:cs="Calibri"/>
                <w:color w:val="000000"/>
                <w:sz w:val="22"/>
                <w:lang w:val="es-ES" w:eastAsia="es-ES"/>
              </w:rPr>
              <w:t xml:space="preserve"> está desactivado.</w:t>
            </w:r>
          </w:p>
          <w:p w14:paraId="0EF0CBC1" w14:textId="74862070" w:rsidR="00531556" w:rsidRPr="008D27D2" w:rsidRDefault="008D27D2" w:rsidP="008D27D2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s-ES" w:eastAsia="es-ES"/>
              </w:rPr>
            </w:pPr>
            <w:r w:rsidRPr="008D27D2">
              <w:rPr>
                <w:rFonts w:ascii="Calibri" w:hAnsi="Calibri" w:cs="Calibri"/>
                <w:color w:val="000000"/>
                <w:sz w:val="22"/>
                <w:lang w:val="es-ES" w:eastAsia="es-ES"/>
              </w:rPr>
              <w:t>Comprueba la contraseña en caso de que sea la primera vez que utilizas ese Wi-Fi (ten en cuenta las mayúsculas y minúsculas, la diferencia entre 0 y O, 1 y l e I).</w:t>
            </w:r>
          </w:p>
          <w:p w14:paraId="589752B6" w14:textId="77777777" w:rsidR="008D27D2" w:rsidRPr="008D27D2" w:rsidRDefault="008D27D2" w:rsidP="008D27D2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es-ES" w:eastAsia="es-ES"/>
              </w:rPr>
            </w:pPr>
          </w:p>
          <w:p w14:paraId="4DBE6C02" w14:textId="0674E98A" w:rsidR="00531556" w:rsidRPr="008D27D2" w:rsidRDefault="008D27D2" w:rsidP="00531556">
            <w:pPr>
              <w:spacing w:after="0" w:line="240" w:lineRule="auto"/>
              <w:ind w:left="720"/>
              <w:rPr>
                <w:rFonts w:ascii="Calibri" w:hAnsi="Calibri" w:cs="Calibri"/>
                <w:color w:val="000000"/>
                <w:sz w:val="22"/>
                <w:lang w:val="es-ES" w:eastAsia="es-ES"/>
              </w:rPr>
            </w:pPr>
            <w:r w:rsidRPr="008D27D2">
              <w:rPr>
                <w:rFonts w:ascii="Calibri" w:hAnsi="Calibri" w:cs="Calibri"/>
                <w:color w:val="000000"/>
                <w:sz w:val="22"/>
                <w:lang w:val="es-ES" w:eastAsia="es-ES"/>
              </w:rPr>
              <w:t>Si se trata de u</w:t>
            </w:r>
            <w:r>
              <w:rPr>
                <w:rFonts w:ascii="Calibri" w:hAnsi="Calibri" w:cs="Calibri"/>
                <w:color w:val="000000"/>
                <w:sz w:val="22"/>
                <w:lang w:val="es-ES" w:eastAsia="es-ES"/>
              </w:rPr>
              <w:t>na con</w:t>
            </w:r>
            <w:r w:rsidR="00352C13">
              <w:rPr>
                <w:rFonts w:ascii="Calibri" w:hAnsi="Calibri" w:cs="Calibri"/>
                <w:color w:val="000000"/>
                <w:sz w:val="22"/>
                <w:lang w:val="es-ES" w:eastAsia="es-ES"/>
              </w:rPr>
              <w:t xml:space="preserve">exión doméstica: </w:t>
            </w:r>
          </w:p>
          <w:p w14:paraId="1637E511" w14:textId="77777777" w:rsidR="00352C13" w:rsidRDefault="00352C13" w:rsidP="00352C13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ascii="Calibri" w:hAnsi="Calibri" w:cs="Calibri"/>
                <w:color w:val="000000"/>
                <w:sz w:val="22"/>
                <w:lang w:val="es-ES" w:eastAsia="es-ES"/>
              </w:rPr>
            </w:pPr>
            <w:r w:rsidRPr="00352C13">
              <w:rPr>
                <w:rFonts w:ascii="Calibri" w:hAnsi="Calibri" w:cs="Calibri"/>
                <w:color w:val="000000"/>
                <w:sz w:val="22"/>
                <w:lang w:val="es-ES" w:eastAsia="es-ES"/>
              </w:rPr>
              <w:t>Compruebe que el router funciona/el cable está bien conectado</w:t>
            </w:r>
          </w:p>
          <w:p w14:paraId="5573CAE8" w14:textId="795B85C7" w:rsidR="00531556" w:rsidRDefault="00352C13" w:rsidP="00352C13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ascii="Calibri" w:hAnsi="Calibri" w:cs="Calibri"/>
                <w:color w:val="000000"/>
                <w:sz w:val="22"/>
                <w:lang w:val="es-ES" w:eastAsia="es-ES"/>
              </w:rPr>
            </w:pPr>
            <w:r w:rsidRPr="00352C13">
              <w:rPr>
                <w:rFonts w:ascii="Calibri" w:hAnsi="Calibri" w:cs="Calibri"/>
                <w:color w:val="000000"/>
                <w:sz w:val="22"/>
                <w:lang w:val="es-ES" w:eastAsia="es-ES"/>
              </w:rPr>
              <w:t>Compruebe la intensidad de la señal. A veces la distancia entre tu router y tu dispositivo puede hacer que la señal se debilite, o si otra persona está utilizando la misma conexión para descargar archivos pesados puede llegar más débil a tu dispositivo.</w:t>
            </w:r>
          </w:p>
          <w:p w14:paraId="472823DF" w14:textId="74AE400A" w:rsidR="00352C13" w:rsidRPr="00352C13" w:rsidRDefault="00352C13" w:rsidP="00352C13">
            <w:pPr>
              <w:pStyle w:val="Prrafodelista"/>
              <w:numPr>
                <w:ilvl w:val="0"/>
                <w:numId w:val="0"/>
              </w:numPr>
              <w:spacing w:after="0" w:line="240" w:lineRule="auto"/>
              <w:ind w:left="720"/>
              <w:rPr>
                <w:rFonts w:ascii="Calibri" w:hAnsi="Calibri" w:cs="Calibri"/>
                <w:color w:val="000000"/>
                <w:sz w:val="22"/>
                <w:lang w:val="es-ES" w:eastAsia="es-ES"/>
              </w:rPr>
            </w:pPr>
          </w:p>
          <w:p w14:paraId="1EEA6F44" w14:textId="5B22F562" w:rsidR="00531556" w:rsidRPr="00352C13" w:rsidRDefault="00352C13" w:rsidP="00531556">
            <w:pPr>
              <w:spacing w:after="0" w:line="240" w:lineRule="auto"/>
              <w:ind w:left="720"/>
              <w:rPr>
                <w:rFonts w:ascii="Calibri" w:hAnsi="Calibri" w:cs="Calibri"/>
                <w:color w:val="000000"/>
                <w:sz w:val="22"/>
                <w:lang w:val="es-ES" w:eastAsia="es-ES"/>
              </w:rPr>
            </w:pPr>
            <w:r w:rsidRPr="00352C13">
              <w:rPr>
                <w:rFonts w:ascii="Calibri" w:hAnsi="Calibri" w:cs="Calibri"/>
                <w:color w:val="000000"/>
                <w:sz w:val="22"/>
                <w:lang w:val="es-ES" w:eastAsia="es-ES"/>
              </w:rPr>
              <w:t>Si se trata de u</w:t>
            </w:r>
            <w:r>
              <w:rPr>
                <w:rFonts w:ascii="Calibri" w:hAnsi="Calibri" w:cs="Calibri"/>
                <w:color w:val="000000"/>
                <w:sz w:val="22"/>
                <w:lang w:val="es-ES" w:eastAsia="es-ES"/>
              </w:rPr>
              <w:t xml:space="preserve">na conexión pública: </w:t>
            </w:r>
          </w:p>
          <w:p w14:paraId="0C1F5FB0" w14:textId="4E348C39" w:rsidR="00352C13" w:rsidRPr="00352C13" w:rsidRDefault="00352C13" w:rsidP="00352C13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ascii="Calibri" w:hAnsi="Calibri" w:cs="Calibri"/>
                <w:color w:val="000000"/>
                <w:sz w:val="22"/>
                <w:lang w:val="es-ES" w:eastAsia="es-ES"/>
              </w:rPr>
            </w:pPr>
            <w:r w:rsidRPr="00352C13">
              <w:rPr>
                <w:rFonts w:ascii="Calibri" w:hAnsi="Calibri" w:cs="Calibri"/>
                <w:color w:val="000000"/>
                <w:sz w:val="22"/>
                <w:lang w:val="es-ES" w:eastAsia="es-ES"/>
              </w:rPr>
              <w:t>Comprueba la intensidad de la señal. A veces las conexiones públicas (en los aeropuertos, por ejemplo) requieren alguna información extra. Aunque aparentemente no tengas Wi-Fi, abre tu navegador y comprueba si hay alguna instrucción especial que debas seguir.</w:t>
            </w:r>
          </w:p>
          <w:p w14:paraId="43EF9E49" w14:textId="38D3841E" w:rsidR="00531556" w:rsidRPr="00352C13" w:rsidRDefault="00352C13" w:rsidP="00352C13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ascii="Calibri" w:hAnsi="Calibri" w:cs="Calibri"/>
                <w:color w:val="000000"/>
                <w:sz w:val="22"/>
                <w:lang w:val="es-ES" w:eastAsia="es-ES"/>
              </w:rPr>
            </w:pPr>
            <w:r w:rsidRPr="00352C13">
              <w:rPr>
                <w:rFonts w:ascii="Calibri" w:hAnsi="Calibri" w:cs="Calibri"/>
                <w:color w:val="000000"/>
                <w:sz w:val="22"/>
                <w:lang w:val="es-ES" w:eastAsia="es-ES"/>
              </w:rPr>
              <w:t>¿Sigue sin funcionar? ¡Pide ayuda!</w:t>
            </w:r>
          </w:p>
          <w:p w14:paraId="2F39225F" w14:textId="77777777" w:rsidR="00021D91" w:rsidRPr="0071757B" w:rsidRDefault="00021D91" w:rsidP="00AF779E">
            <w:pPr>
              <w:pStyle w:val="NormalWeb"/>
              <w:spacing w:after="0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es-ES"/>
              </w:rPr>
            </w:pPr>
          </w:p>
          <w:p w14:paraId="0310B801" w14:textId="3C104D00" w:rsidR="00AF779E" w:rsidRPr="00352C13" w:rsidRDefault="00352C13" w:rsidP="00BF239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71757B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es-ES"/>
              </w:rPr>
              <w:t>Reflexión personal: ¿Has tenido alguna vez este problema? ¿Cuál fue el origen del problema? ¿Cómo lo resolviste? Compártela con tus compañeros y discute si tu nueva estrategia habría sido útil.</w:t>
            </w:r>
          </w:p>
        </w:tc>
      </w:tr>
    </w:tbl>
    <w:p w14:paraId="0FE73614" w14:textId="56C50864" w:rsidR="00D21190" w:rsidRPr="00352C13" w:rsidRDefault="00D21190" w:rsidP="00D44D89">
      <w:pPr>
        <w:rPr>
          <w:lang w:val="es-ES"/>
        </w:rPr>
      </w:pPr>
    </w:p>
    <w:p w14:paraId="5FDFD9F7" w14:textId="57282AC1" w:rsidR="00AF17FF" w:rsidRPr="00352C13" w:rsidRDefault="00AF17FF" w:rsidP="00D44D89">
      <w:pPr>
        <w:rPr>
          <w:lang w:val="es-ES"/>
        </w:rPr>
      </w:pPr>
    </w:p>
    <w:p w14:paraId="3AFD101F" w14:textId="77777777" w:rsidR="00AF17FF" w:rsidRPr="00352C13" w:rsidRDefault="00AF17FF" w:rsidP="00D44D89">
      <w:pPr>
        <w:rPr>
          <w:lang w:val="es-E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0"/>
      </w:tblGrid>
      <w:tr w:rsidR="00AF17FF" w14:paraId="03E0B31E" w14:textId="77777777" w:rsidTr="00AF17FF">
        <w:tc>
          <w:tcPr>
            <w:tcW w:w="0" w:type="auto"/>
            <w:tcBorders>
              <w:top w:val="single" w:sz="4" w:space="0" w:color="9C9C9C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00A0C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2711BF" w14:textId="3E1C25C6" w:rsidR="00AF17FF" w:rsidRDefault="00352C13">
            <w:pPr>
              <w:pStyle w:val="NormalWeb"/>
              <w:spacing w:before="0" w:beforeAutospacing="0" w:after="160" w:afterAutospacing="0"/>
            </w:pPr>
            <w:r w:rsidRPr="00352C13">
              <w:rPr>
                <w:rFonts w:ascii="Arial" w:hAnsi="Arial" w:cs="Arial"/>
                <w:b/>
                <w:bCs/>
                <w:color w:val="FFFFFF"/>
                <w:sz w:val="36"/>
                <w:szCs w:val="36"/>
              </w:rPr>
              <w:lastRenderedPageBreak/>
              <w:t>RECURSOS</w:t>
            </w:r>
          </w:p>
        </w:tc>
      </w:tr>
      <w:tr w:rsidR="00AF17FF" w:rsidRPr="0071757B" w14:paraId="75B577E8" w14:textId="77777777" w:rsidTr="00AF17FF">
        <w:trPr>
          <w:trHeight w:val="826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9C9C9C"/>
              <w:right w:val="single" w:sz="4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7C20DA" w14:textId="53A19783" w:rsidR="00AF17FF" w:rsidRDefault="00352C13" w:rsidP="00AF17FF">
            <w:pPr>
              <w:pStyle w:val="Ttulo2"/>
              <w:spacing w:before="40"/>
            </w:pPr>
            <w:r w:rsidRPr="00352C13">
              <w:rPr>
                <w:rFonts w:ascii="Calibri" w:hAnsi="Calibri" w:cs="Calibri"/>
                <w:b w:val="0"/>
                <w:bCs w:val="0"/>
                <w:i/>
                <w:iCs/>
                <w:color w:val="000000"/>
                <w:sz w:val="22"/>
                <w:szCs w:val="22"/>
              </w:rPr>
              <w:t>SOPORTE WI-FI DE MICROSOFT:</w:t>
            </w:r>
            <w:hyperlink r:id="rId12" w:history="1">
              <w:r w:rsidR="00AF17FF">
                <w:rPr>
                  <w:rStyle w:val="Hipervnculo"/>
                  <w:rFonts w:ascii="Calibri" w:hAnsi="Calibri" w:cs="Calibri"/>
                  <w:b w:val="0"/>
                  <w:bCs w:val="0"/>
                  <w:i/>
                  <w:iCs/>
                  <w:sz w:val="22"/>
                  <w:szCs w:val="22"/>
                </w:rPr>
                <w:t>https://support.microsoft.com/en-us/windows/fix-wi-fi-connection-issues-in-windows-9424a1f7-6a3b-65a6-4d78-7f07eee84d2c</w:t>
              </w:r>
            </w:hyperlink>
          </w:p>
          <w:p w14:paraId="0D052F4E" w14:textId="77777777" w:rsidR="00AF17FF" w:rsidRDefault="00AF17FF" w:rsidP="00AF17FF"/>
          <w:p w14:paraId="1AF46A3A" w14:textId="79507E15" w:rsidR="00AF17FF" w:rsidRPr="0071757B" w:rsidRDefault="00352C13" w:rsidP="00AF17FF">
            <w:pPr>
              <w:pStyle w:val="NormalWeb"/>
              <w:spacing w:before="0" w:beforeAutospacing="0" w:after="0" w:afterAutospacing="0"/>
              <w:rPr>
                <w:lang w:val="it-IT"/>
              </w:rPr>
            </w:pPr>
            <w:r w:rsidRPr="0071757B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 xml:space="preserve">SOPORTE WI-FI </w:t>
            </w:r>
            <w:r w:rsidR="00AF17FF" w:rsidRPr="0071757B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Android:</w:t>
            </w:r>
          </w:p>
          <w:p w14:paraId="2D9BF0F6" w14:textId="77777777" w:rsidR="00AF17FF" w:rsidRPr="0071757B" w:rsidRDefault="0071757B" w:rsidP="00AF17FF">
            <w:pPr>
              <w:pStyle w:val="NormalWeb"/>
              <w:spacing w:before="0" w:beforeAutospacing="0" w:after="0" w:afterAutospacing="0"/>
              <w:rPr>
                <w:lang w:val="it-IT"/>
              </w:rPr>
            </w:pPr>
            <w:hyperlink r:id="rId13" w:history="1">
              <w:r w:rsidR="00AF17FF" w:rsidRPr="0071757B">
                <w:rPr>
                  <w:rStyle w:val="Hipervnculo"/>
                  <w:rFonts w:ascii="Calibri" w:hAnsi="Calibri" w:cs="Calibri"/>
                  <w:sz w:val="22"/>
                  <w:szCs w:val="22"/>
                  <w:lang w:val="it-IT"/>
                </w:rPr>
                <w:t>https://support.google.com/googleplay/answer/2651367?hl=en</w:t>
              </w:r>
            </w:hyperlink>
          </w:p>
          <w:p w14:paraId="5277E88E" w14:textId="77777777" w:rsidR="00AF17FF" w:rsidRPr="0071757B" w:rsidRDefault="00AF17FF" w:rsidP="00AF17FF">
            <w:pPr>
              <w:rPr>
                <w:lang w:val="it-IT"/>
              </w:rPr>
            </w:pPr>
          </w:p>
          <w:p w14:paraId="5D216B99" w14:textId="689DDB6F" w:rsidR="00AF17FF" w:rsidRPr="0071757B" w:rsidRDefault="00352C13" w:rsidP="00AF17FF">
            <w:pPr>
              <w:pStyle w:val="NormalWeb"/>
              <w:spacing w:before="0" w:beforeAutospacing="0" w:after="0" w:afterAutospacing="0"/>
              <w:rPr>
                <w:lang w:val="it-IT"/>
              </w:rPr>
            </w:pPr>
            <w:r w:rsidRPr="0071757B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SOPORTE</w:t>
            </w:r>
            <w:r w:rsidR="00AF17FF" w:rsidRPr="0071757B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 xml:space="preserve"> </w:t>
            </w:r>
            <w:r w:rsidRPr="0071757B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 xml:space="preserve">WI-FI Apple: </w:t>
            </w:r>
          </w:p>
          <w:p w14:paraId="6629A884" w14:textId="77777777" w:rsidR="00AF17FF" w:rsidRPr="0071757B" w:rsidRDefault="0071757B" w:rsidP="00AF17FF">
            <w:pPr>
              <w:pStyle w:val="NormalWeb"/>
              <w:spacing w:before="0" w:beforeAutospacing="0" w:after="0" w:afterAutospacing="0"/>
              <w:rPr>
                <w:lang w:val="it-IT"/>
              </w:rPr>
            </w:pPr>
            <w:hyperlink r:id="rId14" w:history="1">
              <w:r w:rsidR="00AF17FF" w:rsidRPr="0071757B">
                <w:rPr>
                  <w:rStyle w:val="Hipervnculo"/>
                  <w:rFonts w:ascii="Calibri" w:hAnsi="Calibri" w:cs="Calibri"/>
                  <w:sz w:val="22"/>
                  <w:szCs w:val="22"/>
                  <w:lang w:val="it-IT"/>
                </w:rPr>
                <w:t>https://support.apple.com/en-us/HT204051</w:t>
              </w:r>
            </w:hyperlink>
          </w:p>
          <w:p w14:paraId="6732CB48" w14:textId="77777777" w:rsidR="00AF17FF" w:rsidRPr="0071757B" w:rsidRDefault="00AF17FF" w:rsidP="00AF17FF">
            <w:pPr>
              <w:rPr>
                <w:lang w:val="it-IT"/>
              </w:rPr>
            </w:pPr>
          </w:p>
          <w:p w14:paraId="22AD889D" w14:textId="678011C8" w:rsidR="00AF17FF" w:rsidRPr="0071757B" w:rsidRDefault="00352C13" w:rsidP="00AF17FF">
            <w:pPr>
              <w:pStyle w:val="NormalWeb"/>
              <w:spacing w:before="0" w:beforeAutospacing="0" w:after="0" w:afterAutospacing="0"/>
              <w:rPr>
                <w:lang w:val="es-ES"/>
              </w:rPr>
            </w:pPr>
            <w:r w:rsidRPr="0071757B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SOPORTE WI-FI Google</w:t>
            </w:r>
            <w:r w:rsidR="00AF17FF" w:rsidRPr="0071757B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:</w:t>
            </w:r>
          </w:p>
          <w:p w14:paraId="765EA162" w14:textId="77777777" w:rsidR="00AF17FF" w:rsidRPr="0071757B" w:rsidRDefault="0071757B" w:rsidP="00AF17FF">
            <w:pPr>
              <w:pStyle w:val="NormalWeb"/>
              <w:spacing w:before="0" w:beforeAutospacing="0" w:after="0" w:afterAutospacing="0"/>
              <w:rPr>
                <w:lang w:val="es-ES"/>
              </w:rPr>
            </w:pPr>
            <w:hyperlink r:id="rId15" w:history="1">
              <w:r w:rsidR="00AF17FF" w:rsidRPr="0071757B">
                <w:rPr>
                  <w:rStyle w:val="Hipervnculo"/>
                  <w:rFonts w:ascii="Calibri" w:hAnsi="Calibri" w:cs="Calibri"/>
                  <w:color w:val="1155CC"/>
                  <w:sz w:val="22"/>
                  <w:szCs w:val="22"/>
                  <w:lang w:val="es-ES"/>
                </w:rPr>
                <w:t>https://support.google.com/pixelphone/answer/6183600?hl=en</w:t>
              </w:r>
            </w:hyperlink>
          </w:p>
          <w:p w14:paraId="27622F34" w14:textId="77777777" w:rsidR="00AF17FF" w:rsidRPr="0071757B" w:rsidRDefault="00AF17FF" w:rsidP="00AF17FF">
            <w:pPr>
              <w:rPr>
                <w:lang w:val="es-ES"/>
              </w:rPr>
            </w:pPr>
          </w:p>
          <w:p w14:paraId="7CB9A871" w14:textId="0902C5D2" w:rsidR="00AF17FF" w:rsidRPr="0013641D" w:rsidRDefault="00352C13" w:rsidP="00AF17FF">
            <w:pPr>
              <w:pStyle w:val="NormalWeb"/>
              <w:spacing w:before="0" w:beforeAutospacing="0" w:after="0" w:afterAutospacing="0"/>
              <w:rPr>
                <w:lang w:val="es-ES"/>
              </w:rPr>
            </w:pPr>
            <w:r w:rsidRPr="0013641D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 xml:space="preserve">Herramientas: </w:t>
            </w:r>
          </w:p>
          <w:p w14:paraId="797FECFC" w14:textId="5ADE2170" w:rsidR="00AF17FF" w:rsidRPr="0013641D" w:rsidRDefault="0013641D" w:rsidP="00AF17FF">
            <w:pPr>
              <w:pStyle w:val="NormalWeb"/>
              <w:spacing w:before="0" w:beforeAutospacing="0" w:after="0" w:afterAutospacing="0"/>
              <w:rPr>
                <w:lang w:val="es-ES"/>
              </w:rPr>
            </w:pPr>
            <w:r w:rsidRPr="0013641D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Prueba de velocidad Wi-fi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 xml:space="preserve">:  </w:t>
            </w:r>
            <w:r w:rsidR="00AF17FF" w:rsidRPr="0013641D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https://</w:t>
            </w:r>
            <w:hyperlink r:id="rId16" w:history="1">
              <w:r w:rsidR="00AF17FF" w:rsidRPr="0013641D">
                <w:rPr>
                  <w:rStyle w:val="Hipervnculo"/>
                  <w:rFonts w:ascii="Calibri" w:hAnsi="Calibri" w:cs="Calibri"/>
                  <w:color w:val="1155CC"/>
                  <w:sz w:val="22"/>
                  <w:szCs w:val="22"/>
                  <w:lang w:val="es-ES"/>
                </w:rPr>
                <w:t>www.fast.com</w:t>
              </w:r>
            </w:hyperlink>
          </w:p>
          <w:p w14:paraId="3BB37C27" w14:textId="499E3CF6" w:rsidR="00AF17FF" w:rsidRPr="0071757B" w:rsidRDefault="0013641D" w:rsidP="00AF17FF">
            <w:pPr>
              <w:pStyle w:val="NormalWeb"/>
              <w:spacing w:before="0" w:beforeAutospacing="0" w:after="0" w:afterAutospacing="0"/>
              <w:rPr>
                <w:lang w:val="it-IT"/>
              </w:rPr>
            </w:pPr>
            <w:r w:rsidRPr="0071757B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 xml:space="preserve">Alianza Wi-Fi: </w:t>
            </w:r>
            <w:r w:rsidR="00AF17FF" w:rsidRPr="0071757B">
              <w:rPr>
                <w:rFonts w:ascii="Calibri" w:hAnsi="Calibri" w:cs="Calibri"/>
                <w:color w:val="000000"/>
                <w:sz w:val="22"/>
                <w:szCs w:val="22"/>
                <w:lang w:val="it-IT"/>
              </w:rPr>
              <w:t>- https://www.wi-fi.org/</w:t>
            </w:r>
          </w:p>
          <w:p w14:paraId="6FAEC0B4" w14:textId="1AAF21D4" w:rsidR="00AF17FF" w:rsidRPr="0013641D" w:rsidRDefault="0013641D" w:rsidP="00AF17FF">
            <w:pPr>
              <w:pStyle w:val="NormalWeb"/>
              <w:spacing w:before="0" w:beforeAutospacing="0" w:after="0" w:afterAutospacing="0"/>
              <w:rPr>
                <w:lang w:val="es-ES"/>
              </w:rPr>
            </w:pPr>
            <w:r w:rsidRPr="0013641D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Wi-Fi seguro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 xml:space="preserve">: </w:t>
            </w:r>
            <w:r w:rsidR="00AF17FF" w:rsidRPr="0013641D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 xml:space="preserve">- </w:t>
            </w:r>
            <w:hyperlink r:id="rId17" w:history="1">
              <w:r w:rsidR="00AF17FF" w:rsidRPr="0013641D">
                <w:rPr>
                  <w:rStyle w:val="Hipervnculo"/>
                  <w:rFonts w:ascii="Calibri" w:hAnsi="Calibri" w:cs="Calibri"/>
                  <w:color w:val="1155CC"/>
                  <w:sz w:val="22"/>
                  <w:szCs w:val="22"/>
                  <w:lang w:val="es-ES"/>
                </w:rPr>
                <w:t>https://www.cyber.gov.au/acsc/view-all-content/guidance/use-secure-connection</w:t>
              </w:r>
            </w:hyperlink>
          </w:p>
          <w:p w14:paraId="1E239FBF" w14:textId="42725D53" w:rsidR="00AF17FF" w:rsidRPr="0013641D" w:rsidRDefault="0013641D" w:rsidP="00AF17FF">
            <w:pPr>
              <w:pStyle w:val="NormalWeb"/>
              <w:spacing w:before="0" w:beforeAutospacing="0" w:after="0" w:afterAutospacing="0"/>
              <w:rPr>
                <w:lang w:val="es-ES"/>
              </w:rPr>
            </w:pPr>
            <w:r w:rsidRPr="0013641D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 xml:space="preserve">Wi-Fi público y seguro: </w:t>
            </w:r>
            <w:hyperlink r:id="rId18" w:anchor=":~:text=Public%20Wi%2DFi%20Isn't%20Secure,-When%20you're&amp;text=If%20the%20network%20isn't,and%20log%20in%20as%20you" w:history="1">
              <w:r w:rsidR="00AF17FF" w:rsidRPr="0013641D">
                <w:rPr>
                  <w:rStyle w:val="Hipervnculo"/>
                  <w:rFonts w:ascii="Calibri" w:hAnsi="Calibri" w:cs="Calibri"/>
                  <w:color w:val="1155CC"/>
                  <w:sz w:val="22"/>
                  <w:szCs w:val="22"/>
                  <w:lang w:val="es-ES"/>
                </w:rPr>
                <w:t>https://www.consumer.ftc.gov/articles/how-safely-use-public-wi-fi-networks#:~:text=Public%20Wi%2DFi%20Isn't%20Secure,-When%20you're&amp;text=If%20the%20network%20isn't,and%20log%20in%20as%20you</w:t>
              </w:r>
            </w:hyperlink>
            <w:r w:rsidR="00AF17FF" w:rsidRPr="0013641D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.</w:t>
            </w:r>
          </w:p>
          <w:p w14:paraId="59E57EA0" w14:textId="786A6EFF" w:rsidR="00AF17FF" w:rsidRPr="004B0F6A" w:rsidRDefault="0013641D" w:rsidP="00AF17F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4B0F6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Asegurar dispositivos inalámbricos en público</w:t>
            </w:r>
            <w:r w:rsidR="00AF17FF" w:rsidRPr="004B0F6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 xml:space="preserve">: </w:t>
            </w:r>
            <w:hyperlink r:id="rId19" w:history="1">
              <w:r w:rsidR="00AF17FF" w:rsidRPr="004B0F6A">
                <w:rPr>
                  <w:rStyle w:val="Hipervnculo"/>
                  <w:rFonts w:ascii="Calibri" w:hAnsi="Calibri" w:cs="Calibri"/>
                  <w:color w:val="1155CC"/>
                  <w:sz w:val="22"/>
                  <w:szCs w:val="22"/>
                  <w:lang w:val="es-ES"/>
                </w:rPr>
                <w:t>https://media.defense.gov/2021/Jul/29/2002815141/-1/-1/0/CSI_SECURING_WIRELESS_DEVICES_IN_PUBLIC.PDF</w:t>
              </w:r>
            </w:hyperlink>
            <w:r w:rsidR="00AF17FF" w:rsidRPr="004B0F6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 </w:t>
            </w:r>
          </w:p>
          <w:p w14:paraId="2ECF16D7" w14:textId="77777777" w:rsidR="00AF17FF" w:rsidRPr="004B0F6A" w:rsidRDefault="00AF17FF" w:rsidP="00AF17FF">
            <w:pPr>
              <w:pStyle w:val="NormalWeb"/>
              <w:spacing w:before="0" w:beforeAutospacing="0" w:after="0" w:afterAutospacing="0"/>
              <w:rPr>
                <w:lang w:val="es-ES"/>
              </w:rPr>
            </w:pPr>
          </w:p>
          <w:p w14:paraId="5437A4AE" w14:textId="77777777" w:rsidR="00AF17FF" w:rsidRPr="004B0F6A" w:rsidRDefault="00AF17FF">
            <w:pPr>
              <w:spacing w:after="240"/>
              <w:rPr>
                <w:lang w:val="es-ES"/>
              </w:rPr>
            </w:pPr>
          </w:p>
        </w:tc>
      </w:tr>
    </w:tbl>
    <w:p w14:paraId="55071112" w14:textId="77777777" w:rsidR="00AF17FF" w:rsidRPr="004B0F6A" w:rsidRDefault="00AF17FF" w:rsidP="00D44D89">
      <w:pPr>
        <w:rPr>
          <w:lang w:val="es-ES"/>
        </w:rPr>
      </w:pPr>
    </w:p>
    <w:sectPr w:rsidR="00AF17FF" w:rsidRPr="004B0F6A" w:rsidSect="00136393">
      <w:headerReference w:type="default" r:id="rId20"/>
      <w:footerReference w:type="default" r:id="rId21"/>
      <w:footerReference w:type="first" r:id="rId22"/>
      <w:pgSz w:w="12240" w:h="15840" w:code="1"/>
      <w:pgMar w:top="1440" w:right="1440" w:bottom="1440" w:left="1440" w:header="432" w:footer="432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32436" w14:textId="77777777" w:rsidR="008940E2" w:rsidRDefault="008940E2" w:rsidP="007C0D9D">
      <w:r>
        <w:separator/>
      </w:r>
    </w:p>
  </w:endnote>
  <w:endnote w:type="continuationSeparator" w:id="0">
    <w:p w14:paraId="37534B00" w14:textId="77777777" w:rsidR="008940E2" w:rsidRDefault="008940E2" w:rsidP="007C0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cuminConcept-Condensed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nke">
    <w:altName w:val="Cambria"/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  <w:font w:name="Roboto Cn">
    <w:altName w:val="Arial"/>
    <w:charset w:val="00"/>
    <w:family w:val="auto"/>
    <w:pitch w:val="variable"/>
    <w:sig w:usb0="E00002EF" w:usb1="5000205B" w:usb2="0000002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603FF" w14:textId="1A8B0EC9" w:rsidR="00707AFC" w:rsidRPr="00707AFC" w:rsidRDefault="00BC51B0" w:rsidP="00C11461">
    <w:pPr>
      <w:pStyle w:val="PCG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4ADC653" wp14:editId="3E27CC69">
          <wp:simplePos x="0" y="0"/>
          <wp:positionH relativeFrom="margin">
            <wp:posOffset>-842821</wp:posOffset>
          </wp:positionH>
          <wp:positionV relativeFrom="paragraph">
            <wp:posOffset>-122353</wp:posOffset>
          </wp:positionV>
          <wp:extent cx="322638" cy="325120"/>
          <wp:effectExtent l="0" t="0" r="0" b="508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1567" w:rsidRPr="00701567">
      <w:t xml:space="preserve"> </w:t>
    </w:r>
    <w:r w:rsidR="00701567">
      <w:rPr>
        <w:noProof/>
      </w:rPr>
      <w:t>www.</w:t>
    </w:r>
    <w:r w:rsidR="00701567" w:rsidRPr="00701567">
      <w:rPr>
        <w:noProof/>
      </w:rPr>
      <w:t>silvercoders.eu</w:t>
    </w:r>
    <w:r w:rsidR="00D21190">
      <w:tab/>
    </w:r>
    <w:r w:rsidR="008F556A">
      <w:fldChar w:fldCharType="begin"/>
    </w:r>
    <w:r w:rsidR="008F556A">
      <w:instrText xml:space="preserve"> PAGE  \* Arabic  \* MERGEFORMAT </w:instrText>
    </w:r>
    <w:r w:rsidR="008F556A">
      <w:fldChar w:fldCharType="separate"/>
    </w:r>
    <w:r w:rsidR="008F556A" w:rsidRPr="00AF126F">
      <w:t>1</w:t>
    </w:r>
    <w:r w:rsidR="008F556A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78547" w14:textId="0258E686" w:rsidR="000573D9" w:rsidRPr="00B72F49" w:rsidRDefault="00B72F49" w:rsidP="00B72F49">
    <w:pPr>
      <w:pStyle w:val="Piedepgina"/>
      <w:jc w:val="center"/>
      <w:rPr>
        <w:lang w:val="es-ES"/>
      </w:rPr>
    </w:pPr>
    <w:bookmarkStart w:id="8" w:name="_Hlk114571759"/>
    <w:bookmarkStart w:id="9" w:name="_Hlk114571760"/>
    <w:r w:rsidRPr="009D37F5">
      <w:rPr>
        <w:rFonts w:ascii="Roboto Cn" w:hAnsi="Roboto Cn" w:cs="Roboto Cn"/>
        <w:i/>
        <w:iCs/>
        <w:color w:val="000000"/>
        <w:spacing w:val="0"/>
        <w:sz w:val="24"/>
        <w:szCs w:val="24"/>
        <w:lang w:val="es-ES"/>
      </w:rPr>
      <w:t>Este documento refleja únicamente la opinión del autor</w:t>
    </w:r>
    <w:r>
      <w:rPr>
        <w:rFonts w:ascii="Roboto Cn" w:hAnsi="Roboto Cn" w:cs="Roboto Cn"/>
        <w:i/>
        <w:iCs/>
        <w:color w:val="000000"/>
        <w:spacing w:val="0"/>
        <w:sz w:val="24"/>
        <w:szCs w:val="24"/>
        <w:lang w:val="es-ES"/>
      </w:rPr>
      <w:t>.</w:t>
    </w:r>
    <w:r w:rsidRPr="009D37F5">
      <w:rPr>
        <w:rFonts w:ascii="Roboto Cn" w:hAnsi="Roboto Cn" w:cs="Roboto Cn"/>
        <w:i/>
        <w:iCs/>
        <w:color w:val="000000"/>
        <w:spacing w:val="0"/>
        <w:sz w:val="24"/>
        <w:szCs w:val="24"/>
        <w:lang w:val="es-ES"/>
      </w:rPr>
      <w:t xml:space="preserve"> </w:t>
    </w:r>
    <w:r>
      <w:rPr>
        <w:rFonts w:ascii="Roboto Cn" w:hAnsi="Roboto Cn" w:cs="Roboto Cn"/>
        <w:i/>
        <w:iCs/>
        <w:color w:val="000000"/>
        <w:spacing w:val="0"/>
        <w:sz w:val="24"/>
        <w:szCs w:val="24"/>
        <w:lang w:val="es-ES"/>
      </w:rPr>
      <w:t>L</w:t>
    </w:r>
    <w:r w:rsidRPr="009D37F5">
      <w:rPr>
        <w:rFonts w:ascii="Roboto Cn" w:hAnsi="Roboto Cn" w:cs="Roboto Cn"/>
        <w:i/>
        <w:iCs/>
        <w:color w:val="000000"/>
        <w:spacing w:val="0"/>
        <w:sz w:val="24"/>
        <w:szCs w:val="24"/>
        <w:lang w:val="es-ES"/>
      </w:rPr>
      <w:t>a Agencia Nacional y la Comisión Europea no son responsables del uso que pueda hacerse de la información que contiene</w:t>
    </w:r>
    <w:r>
      <w:rPr>
        <w:rFonts w:ascii="Roboto Cn" w:hAnsi="Roboto Cn" w:cs="Roboto Cn"/>
        <w:i/>
        <w:iCs/>
        <w:color w:val="000000"/>
        <w:spacing w:val="0"/>
        <w:sz w:val="24"/>
        <w:szCs w:val="24"/>
        <w:lang w:val="es-ES"/>
      </w:rPr>
      <w:t>.</w:t>
    </w:r>
    <w:bookmarkEnd w:id="8"/>
    <w:bookmarkEnd w:id="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43C03" w14:textId="77777777" w:rsidR="008940E2" w:rsidRDefault="008940E2" w:rsidP="007C0D9D">
      <w:r>
        <w:separator/>
      </w:r>
    </w:p>
  </w:footnote>
  <w:footnote w:type="continuationSeparator" w:id="0">
    <w:p w14:paraId="0185CC82" w14:textId="77777777" w:rsidR="008940E2" w:rsidRDefault="008940E2" w:rsidP="007C0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830EC" w14:textId="77777777" w:rsidR="00701567" w:rsidRPr="0071757B" w:rsidRDefault="00C30078" w:rsidP="00701567">
    <w:pPr>
      <w:spacing w:after="0" w:line="240" w:lineRule="auto"/>
      <w:jc w:val="center"/>
      <w:rPr>
        <w:rFonts w:ascii="Times New Roman" w:hAnsi="Times New Roman"/>
        <w:sz w:val="24"/>
        <w:szCs w:val="24"/>
        <w:lang w:val="es-ES" w:eastAsia="it-IT"/>
      </w:rPr>
    </w:pPr>
    <w:r w:rsidRPr="0071757B">
      <w:rPr>
        <w:rFonts w:ascii="Roboto Cn" w:hAnsi="Roboto Cn" w:cs="Roboto Cn"/>
        <w:szCs w:val="20"/>
        <w:lang w:val="es-ES"/>
      </w:rPr>
      <w:t xml:space="preserve">ERASMUS+ No. </w:t>
    </w:r>
    <w:r w:rsidR="00701567" w:rsidRPr="0071757B">
      <w:rPr>
        <w:rFonts w:ascii="Open Sans" w:hAnsi="Open Sans" w:cs="Open Sans"/>
        <w:i/>
        <w:iCs/>
        <w:color w:val="666666"/>
        <w:sz w:val="21"/>
        <w:szCs w:val="21"/>
        <w:lang w:val="es-ES" w:eastAsia="it-IT"/>
      </w:rPr>
      <w:t>2020-1-SE01-KA227-ADU-092582</w:t>
    </w:r>
  </w:p>
  <w:p w14:paraId="4F3CC5B2" w14:textId="4609875B" w:rsidR="00C30078" w:rsidRPr="0071757B" w:rsidRDefault="00C30078" w:rsidP="00C30078">
    <w:pPr>
      <w:pStyle w:val="Paragrafobase"/>
      <w:suppressAutoHyphens/>
      <w:jc w:val="center"/>
      <w:rPr>
        <w:rFonts w:ascii="Roboto Cn" w:hAnsi="Roboto Cn" w:cs="Roboto Cn"/>
        <w:sz w:val="20"/>
        <w:szCs w:val="20"/>
        <w:lang w:val="es-ES"/>
      </w:rPr>
    </w:pPr>
  </w:p>
  <w:p w14:paraId="34FBA5DC" w14:textId="09103E90" w:rsidR="00707AFC" w:rsidRPr="0071757B" w:rsidRDefault="00707AFC" w:rsidP="00C30078">
    <w:pPr>
      <w:pStyle w:val="Encabezado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C51DE"/>
    <w:multiLevelType w:val="multilevel"/>
    <w:tmpl w:val="E4902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96B7E"/>
    <w:multiLevelType w:val="multilevel"/>
    <w:tmpl w:val="0BFE55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D83645"/>
    <w:multiLevelType w:val="hybridMultilevel"/>
    <w:tmpl w:val="11A08218"/>
    <w:lvl w:ilvl="0" w:tplc="4CD4F002">
      <w:numFmt w:val="bullet"/>
      <w:pStyle w:val="Prrafodelista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1" w:tplc="E9142242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2" w:tplc="AD5EA2D0">
      <w:start w:val="1"/>
      <w:numFmt w:val="bullet"/>
      <w:lvlText w:val="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FB77ED"/>
    <w:multiLevelType w:val="hybridMultilevel"/>
    <w:tmpl w:val="F57C1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02E1"/>
    <w:multiLevelType w:val="hybridMultilevel"/>
    <w:tmpl w:val="920ECCCA"/>
    <w:lvl w:ilvl="0" w:tplc="FFD073D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D1E52"/>
    <w:multiLevelType w:val="multilevel"/>
    <w:tmpl w:val="869C7F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2">
      <w:start w:val="1"/>
      <w:numFmt w:val="bullet"/>
      <w:lvlText w:val="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41F0AE2"/>
    <w:multiLevelType w:val="hybridMultilevel"/>
    <w:tmpl w:val="3580FB40"/>
    <w:lvl w:ilvl="0" w:tplc="FDC0557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97CD8"/>
    <w:multiLevelType w:val="hybridMultilevel"/>
    <w:tmpl w:val="68087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46929"/>
    <w:multiLevelType w:val="hybridMultilevel"/>
    <w:tmpl w:val="19729F6A"/>
    <w:lvl w:ilvl="0" w:tplc="6928913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3C05E1"/>
    <w:multiLevelType w:val="multilevel"/>
    <w:tmpl w:val="8BEAF5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1DEF2031"/>
    <w:multiLevelType w:val="multilevel"/>
    <w:tmpl w:val="7DA0D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23727C"/>
    <w:multiLevelType w:val="hybridMultilevel"/>
    <w:tmpl w:val="91E461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141521"/>
    <w:multiLevelType w:val="hybridMultilevel"/>
    <w:tmpl w:val="9FC6E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161C63"/>
    <w:multiLevelType w:val="hybridMultilevel"/>
    <w:tmpl w:val="5B2AF14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93A23"/>
    <w:multiLevelType w:val="multilevel"/>
    <w:tmpl w:val="3620F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3B0650"/>
    <w:multiLevelType w:val="hybridMultilevel"/>
    <w:tmpl w:val="B1E668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8056F7"/>
    <w:multiLevelType w:val="hybridMultilevel"/>
    <w:tmpl w:val="334EC2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1755D10"/>
    <w:multiLevelType w:val="multilevel"/>
    <w:tmpl w:val="D7964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45C14A5A"/>
    <w:multiLevelType w:val="hybridMultilevel"/>
    <w:tmpl w:val="4524F32E"/>
    <w:lvl w:ilvl="0" w:tplc="98E27E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50929"/>
    <w:multiLevelType w:val="hybridMultilevel"/>
    <w:tmpl w:val="0CB49234"/>
    <w:lvl w:ilvl="0" w:tplc="125C959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B7D17"/>
    <w:multiLevelType w:val="hybridMultilevel"/>
    <w:tmpl w:val="63E6E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B4596F"/>
    <w:multiLevelType w:val="multilevel"/>
    <w:tmpl w:val="8FF88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043709"/>
    <w:multiLevelType w:val="hybridMultilevel"/>
    <w:tmpl w:val="20782352"/>
    <w:lvl w:ilvl="0" w:tplc="362A4F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D13218"/>
    <w:multiLevelType w:val="multilevel"/>
    <w:tmpl w:val="1E26E5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8A055E"/>
    <w:multiLevelType w:val="hybridMultilevel"/>
    <w:tmpl w:val="18221DB8"/>
    <w:lvl w:ilvl="0" w:tplc="6928913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BA16FC"/>
    <w:multiLevelType w:val="multilevel"/>
    <w:tmpl w:val="F9F25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E1D4B65"/>
    <w:multiLevelType w:val="hybridMultilevel"/>
    <w:tmpl w:val="2F983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AA31C2"/>
    <w:multiLevelType w:val="multilevel"/>
    <w:tmpl w:val="19485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460188"/>
    <w:multiLevelType w:val="hybridMultilevel"/>
    <w:tmpl w:val="C5D874CC"/>
    <w:lvl w:ilvl="0" w:tplc="C160F5C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A07F3A"/>
    <w:multiLevelType w:val="multilevel"/>
    <w:tmpl w:val="529ED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2">
      <w:start w:val="1"/>
      <w:numFmt w:val="bullet"/>
      <w:lvlText w:val="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6B15466E"/>
    <w:multiLevelType w:val="hybridMultilevel"/>
    <w:tmpl w:val="F2B83A52"/>
    <w:lvl w:ilvl="0" w:tplc="DDCEC284">
      <w:start w:val="4"/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FD1508"/>
    <w:multiLevelType w:val="hybridMultilevel"/>
    <w:tmpl w:val="3A867AE2"/>
    <w:lvl w:ilvl="0" w:tplc="D090AD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F812B1"/>
    <w:multiLevelType w:val="hybridMultilevel"/>
    <w:tmpl w:val="8F403300"/>
    <w:lvl w:ilvl="0" w:tplc="98E27E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366404"/>
    <w:multiLevelType w:val="hybridMultilevel"/>
    <w:tmpl w:val="8F3448DE"/>
    <w:lvl w:ilvl="0" w:tplc="53C420E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D1BC2"/>
    <w:multiLevelType w:val="hybridMultilevel"/>
    <w:tmpl w:val="3F82DC4A"/>
    <w:lvl w:ilvl="0" w:tplc="DDCEC284">
      <w:start w:val="4"/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924BD3"/>
    <w:multiLevelType w:val="multilevel"/>
    <w:tmpl w:val="365AA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54489500">
    <w:abstractNumId w:val="8"/>
  </w:num>
  <w:num w:numId="2" w16cid:durableId="1110121915">
    <w:abstractNumId w:val="24"/>
  </w:num>
  <w:num w:numId="3" w16cid:durableId="824009278">
    <w:abstractNumId w:val="5"/>
  </w:num>
  <w:num w:numId="4" w16cid:durableId="230971563">
    <w:abstractNumId w:val="9"/>
  </w:num>
  <w:num w:numId="5" w16cid:durableId="716244104">
    <w:abstractNumId w:val="17"/>
  </w:num>
  <w:num w:numId="6" w16cid:durableId="435910826">
    <w:abstractNumId w:val="29"/>
  </w:num>
  <w:num w:numId="7" w16cid:durableId="56251546">
    <w:abstractNumId w:val="26"/>
  </w:num>
  <w:num w:numId="8" w16cid:durableId="1486505813">
    <w:abstractNumId w:val="11"/>
  </w:num>
  <w:num w:numId="9" w16cid:durableId="1191339326">
    <w:abstractNumId w:val="18"/>
  </w:num>
  <w:num w:numId="10" w16cid:durableId="1152676858">
    <w:abstractNumId w:val="12"/>
  </w:num>
  <w:num w:numId="11" w16cid:durableId="92627031">
    <w:abstractNumId w:val="30"/>
  </w:num>
  <w:num w:numId="12" w16cid:durableId="1184132455">
    <w:abstractNumId w:val="34"/>
  </w:num>
  <w:num w:numId="13" w16cid:durableId="1333604179">
    <w:abstractNumId w:val="32"/>
  </w:num>
  <w:num w:numId="14" w16cid:durableId="1131558559">
    <w:abstractNumId w:val="28"/>
  </w:num>
  <w:num w:numId="15" w16cid:durableId="794369499">
    <w:abstractNumId w:val="22"/>
  </w:num>
  <w:num w:numId="16" w16cid:durableId="2066298364">
    <w:abstractNumId w:val="13"/>
  </w:num>
  <w:num w:numId="17" w16cid:durableId="385571324">
    <w:abstractNumId w:val="31"/>
  </w:num>
  <w:num w:numId="18" w16cid:durableId="2132236052">
    <w:abstractNumId w:val="16"/>
  </w:num>
  <w:num w:numId="19" w16cid:durableId="1438864432">
    <w:abstractNumId w:val="2"/>
  </w:num>
  <w:num w:numId="20" w16cid:durableId="1635867572">
    <w:abstractNumId w:val="20"/>
  </w:num>
  <w:num w:numId="21" w16cid:durableId="459223092">
    <w:abstractNumId w:val="7"/>
  </w:num>
  <w:num w:numId="22" w16cid:durableId="895895278">
    <w:abstractNumId w:val="3"/>
  </w:num>
  <w:num w:numId="23" w16cid:durableId="573317564">
    <w:abstractNumId w:val="2"/>
  </w:num>
  <w:num w:numId="24" w16cid:durableId="1754086861">
    <w:abstractNumId w:val="27"/>
  </w:num>
  <w:num w:numId="25" w16cid:durableId="800267226">
    <w:abstractNumId w:val="15"/>
  </w:num>
  <w:num w:numId="26" w16cid:durableId="1371877153">
    <w:abstractNumId w:val="21"/>
    <w:lvlOverride w:ilvl="0">
      <w:lvl w:ilvl="0">
        <w:numFmt w:val="lowerLetter"/>
        <w:lvlText w:val="%1."/>
        <w:lvlJc w:val="left"/>
      </w:lvl>
    </w:lvlOverride>
  </w:num>
  <w:num w:numId="27" w16cid:durableId="1456681666">
    <w:abstractNumId w:val="4"/>
  </w:num>
  <w:num w:numId="28" w16cid:durableId="1252398747">
    <w:abstractNumId w:val="6"/>
  </w:num>
  <w:num w:numId="29" w16cid:durableId="480512187">
    <w:abstractNumId w:val="33"/>
  </w:num>
  <w:num w:numId="30" w16cid:durableId="143280929">
    <w:abstractNumId w:val="14"/>
    <w:lvlOverride w:ilvl="0">
      <w:lvl w:ilvl="0">
        <w:numFmt w:val="lowerLetter"/>
        <w:lvlText w:val="%1."/>
        <w:lvlJc w:val="left"/>
      </w:lvl>
    </w:lvlOverride>
  </w:num>
  <w:num w:numId="31" w16cid:durableId="563026922">
    <w:abstractNumId w:val="10"/>
  </w:num>
  <w:num w:numId="32" w16cid:durableId="469203259">
    <w:abstractNumId w:val="25"/>
  </w:num>
  <w:num w:numId="33" w16cid:durableId="1243755224">
    <w:abstractNumId w:val="0"/>
  </w:num>
  <w:num w:numId="34" w16cid:durableId="622541716">
    <w:abstractNumId w:val="1"/>
    <w:lvlOverride w:ilvl="0">
      <w:lvl w:ilvl="0">
        <w:numFmt w:val="decimal"/>
        <w:lvlText w:val="%1."/>
        <w:lvlJc w:val="left"/>
      </w:lvl>
    </w:lvlOverride>
  </w:num>
  <w:num w:numId="35" w16cid:durableId="622541716">
    <w:abstractNumId w:val="1"/>
    <w:lvlOverride w:ilvl="0">
      <w:lvl w:ilvl="0">
        <w:numFmt w:val="decimal"/>
        <w:lvlText w:val="%1."/>
        <w:lvlJc w:val="left"/>
      </w:lvl>
    </w:lvlOverride>
  </w:num>
  <w:num w:numId="36" w16cid:durableId="1574967559">
    <w:abstractNumId w:val="23"/>
    <w:lvlOverride w:ilvl="0">
      <w:lvl w:ilvl="0">
        <w:numFmt w:val="decimal"/>
        <w:lvlText w:val="%1."/>
        <w:lvlJc w:val="left"/>
      </w:lvl>
    </w:lvlOverride>
  </w:num>
  <w:num w:numId="37" w16cid:durableId="1950626688">
    <w:abstractNumId w:val="35"/>
  </w:num>
  <w:num w:numId="38" w16cid:durableId="55562308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documentProtection w:formatting="1" w:enforcement="0"/>
  <w:styleLockTheme/>
  <w:styleLockQFSet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6385" style="mso-position-horizontal-relative:margin;v-text-anchor:middle" fillcolor="#6cb33f" stroke="f">
      <v:fill color="#6cb33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56B"/>
    <w:rsid w:val="00002CFA"/>
    <w:rsid w:val="000050E8"/>
    <w:rsid w:val="00021D91"/>
    <w:rsid w:val="0003780B"/>
    <w:rsid w:val="000404EB"/>
    <w:rsid w:val="00040F91"/>
    <w:rsid w:val="000447CD"/>
    <w:rsid w:val="00046771"/>
    <w:rsid w:val="0005256B"/>
    <w:rsid w:val="00055E35"/>
    <w:rsid w:val="000573D9"/>
    <w:rsid w:val="00061EB7"/>
    <w:rsid w:val="00064676"/>
    <w:rsid w:val="00072657"/>
    <w:rsid w:val="00074C93"/>
    <w:rsid w:val="00076480"/>
    <w:rsid w:val="000A4E37"/>
    <w:rsid w:val="000B716F"/>
    <w:rsid w:val="000D1F28"/>
    <w:rsid w:val="000D6949"/>
    <w:rsid w:val="000F0220"/>
    <w:rsid w:val="000F120D"/>
    <w:rsid w:val="000F6841"/>
    <w:rsid w:val="00101994"/>
    <w:rsid w:val="00110695"/>
    <w:rsid w:val="00115220"/>
    <w:rsid w:val="001236C6"/>
    <w:rsid w:val="00130949"/>
    <w:rsid w:val="00136393"/>
    <w:rsid w:val="0013641D"/>
    <w:rsid w:val="00145B1D"/>
    <w:rsid w:val="00146F8C"/>
    <w:rsid w:val="001863E0"/>
    <w:rsid w:val="001927D9"/>
    <w:rsid w:val="00195546"/>
    <w:rsid w:val="001A0B1D"/>
    <w:rsid w:val="001A158D"/>
    <w:rsid w:val="00202693"/>
    <w:rsid w:val="002144BF"/>
    <w:rsid w:val="00222E56"/>
    <w:rsid w:val="00233F82"/>
    <w:rsid w:val="00236088"/>
    <w:rsid w:val="0024291D"/>
    <w:rsid w:val="002449C3"/>
    <w:rsid w:val="002761A6"/>
    <w:rsid w:val="002A02CC"/>
    <w:rsid w:val="002A0859"/>
    <w:rsid w:val="002A5ECF"/>
    <w:rsid w:val="002B6838"/>
    <w:rsid w:val="002C1C59"/>
    <w:rsid w:val="002C235F"/>
    <w:rsid w:val="002E3116"/>
    <w:rsid w:val="002F18E8"/>
    <w:rsid w:val="00300458"/>
    <w:rsid w:val="003006D0"/>
    <w:rsid w:val="00302318"/>
    <w:rsid w:val="0030254C"/>
    <w:rsid w:val="00307FDA"/>
    <w:rsid w:val="00313952"/>
    <w:rsid w:val="003155CE"/>
    <w:rsid w:val="003229A5"/>
    <w:rsid w:val="0033366F"/>
    <w:rsid w:val="00340458"/>
    <w:rsid w:val="0034656F"/>
    <w:rsid w:val="00352C13"/>
    <w:rsid w:val="003A25C2"/>
    <w:rsid w:val="003B0B28"/>
    <w:rsid w:val="004078CE"/>
    <w:rsid w:val="00416836"/>
    <w:rsid w:val="004303A6"/>
    <w:rsid w:val="004377CB"/>
    <w:rsid w:val="00450278"/>
    <w:rsid w:val="00471818"/>
    <w:rsid w:val="0048760B"/>
    <w:rsid w:val="004A2A87"/>
    <w:rsid w:val="004B0F6A"/>
    <w:rsid w:val="004F06FA"/>
    <w:rsid w:val="00503A0A"/>
    <w:rsid w:val="00524EA7"/>
    <w:rsid w:val="005260E5"/>
    <w:rsid w:val="00531556"/>
    <w:rsid w:val="00532F15"/>
    <w:rsid w:val="005348A8"/>
    <w:rsid w:val="00547D3B"/>
    <w:rsid w:val="00550FAF"/>
    <w:rsid w:val="00551394"/>
    <w:rsid w:val="00564E0F"/>
    <w:rsid w:val="00573952"/>
    <w:rsid w:val="0058281D"/>
    <w:rsid w:val="00583A94"/>
    <w:rsid w:val="00591158"/>
    <w:rsid w:val="005916CE"/>
    <w:rsid w:val="005943B3"/>
    <w:rsid w:val="00596B52"/>
    <w:rsid w:val="0059720F"/>
    <w:rsid w:val="005B52C5"/>
    <w:rsid w:val="005D08BB"/>
    <w:rsid w:val="005F3F92"/>
    <w:rsid w:val="0060417F"/>
    <w:rsid w:val="00604821"/>
    <w:rsid w:val="0062432A"/>
    <w:rsid w:val="00626783"/>
    <w:rsid w:val="006370BF"/>
    <w:rsid w:val="00647C69"/>
    <w:rsid w:val="00652473"/>
    <w:rsid w:val="00670DB5"/>
    <w:rsid w:val="00680A5C"/>
    <w:rsid w:val="00683180"/>
    <w:rsid w:val="00691A85"/>
    <w:rsid w:val="00691D05"/>
    <w:rsid w:val="00694ADC"/>
    <w:rsid w:val="006A38A0"/>
    <w:rsid w:val="006B0AB6"/>
    <w:rsid w:val="006D6D61"/>
    <w:rsid w:val="006F6D80"/>
    <w:rsid w:val="00701567"/>
    <w:rsid w:val="00705A25"/>
    <w:rsid w:val="007074A0"/>
    <w:rsid w:val="00707AFC"/>
    <w:rsid w:val="00717431"/>
    <w:rsid w:val="0071757B"/>
    <w:rsid w:val="00724F4D"/>
    <w:rsid w:val="00737713"/>
    <w:rsid w:val="00757553"/>
    <w:rsid w:val="00764BF5"/>
    <w:rsid w:val="00771D6C"/>
    <w:rsid w:val="00773BF1"/>
    <w:rsid w:val="007922C0"/>
    <w:rsid w:val="007A752C"/>
    <w:rsid w:val="007B3349"/>
    <w:rsid w:val="007C0D9D"/>
    <w:rsid w:val="007C4DBB"/>
    <w:rsid w:val="007D31A2"/>
    <w:rsid w:val="007D512E"/>
    <w:rsid w:val="007F44EB"/>
    <w:rsid w:val="0081268A"/>
    <w:rsid w:val="008256C3"/>
    <w:rsid w:val="008559B7"/>
    <w:rsid w:val="00857755"/>
    <w:rsid w:val="00863897"/>
    <w:rsid w:val="00866634"/>
    <w:rsid w:val="0086736E"/>
    <w:rsid w:val="0087023D"/>
    <w:rsid w:val="00871969"/>
    <w:rsid w:val="008940E2"/>
    <w:rsid w:val="008A0B32"/>
    <w:rsid w:val="008C2833"/>
    <w:rsid w:val="008C2D60"/>
    <w:rsid w:val="008C679B"/>
    <w:rsid w:val="008D27D2"/>
    <w:rsid w:val="008D52FE"/>
    <w:rsid w:val="008D7BCF"/>
    <w:rsid w:val="008E27BD"/>
    <w:rsid w:val="008E56AF"/>
    <w:rsid w:val="008F556A"/>
    <w:rsid w:val="00901FDE"/>
    <w:rsid w:val="0090610B"/>
    <w:rsid w:val="00911B33"/>
    <w:rsid w:val="00930055"/>
    <w:rsid w:val="009302B3"/>
    <w:rsid w:val="0096352E"/>
    <w:rsid w:val="00965C50"/>
    <w:rsid w:val="00975092"/>
    <w:rsid w:val="0098524A"/>
    <w:rsid w:val="0099219D"/>
    <w:rsid w:val="0099267D"/>
    <w:rsid w:val="009A2922"/>
    <w:rsid w:val="009B51C5"/>
    <w:rsid w:val="009D7577"/>
    <w:rsid w:val="009E41E5"/>
    <w:rsid w:val="009E708C"/>
    <w:rsid w:val="009F3D0A"/>
    <w:rsid w:val="00A045A7"/>
    <w:rsid w:val="00A1328C"/>
    <w:rsid w:val="00A17A6F"/>
    <w:rsid w:val="00A26AA8"/>
    <w:rsid w:val="00A44C8A"/>
    <w:rsid w:val="00A55CEB"/>
    <w:rsid w:val="00A67CE9"/>
    <w:rsid w:val="00A67DB8"/>
    <w:rsid w:val="00AA278B"/>
    <w:rsid w:val="00AA654E"/>
    <w:rsid w:val="00AA736B"/>
    <w:rsid w:val="00AC20D1"/>
    <w:rsid w:val="00AF126F"/>
    <w:rsid w:val="00AF17FF"/>
    <w:rsid w:val="00AF779E"/>
    <w:rsid w:val="00B002F1"/>
    <w:rsid w:val="00B24FFF"/>
    <w:rsid w:val="00B45B72"/>
    <w:rsid w:val="00B474EE"/>
    <w:rsid w:val="00B56274"/>
    <w:rsid w:val="00B57705"/>
    <w:rsid w:val="00B653DA"/>
    <w:rsid w:val="00B72F49"/>
    <w:rsid w:val="00B85C24"/>
    <w:rsid w:val="00BA2B92"/>
    <w:rsid w:val="00BA574D"/>
    <w:rsid w:val="00BB3C78"/>
    <w:rsid w:val="00BC51B0"/>
    <w:rsid w:val="00BE733F"/>
    <w:rsid w:val="00BF2395"/>
    <w:rsid w:val="00BF26C9"/>
    <w:rsid w:val="00C11461"/>
    <w:rsid w:val="00C1433B"/>
    <w:rsid w:val="00C202B5"/>
    <w:rsid w:val="00C30078"/>
    <w:rsid w:val="00C30C55"/>
    <w:rsid w:val="00C345D5"/>
    <w:rsid w:val="00C3704B"/>
    <w:rsid w:val="00C43CFA"/>
    <w:rsid w:val="00C447CD"/>
    <w:rsid w:val="00C50749"/>
    <w:rsid w:val="00C546D8"/>
    <w:rsid w:val="00C8551C"/>
    <w:rsid w:val="00CA6578"/>
    <w:rsid w:val="00CB6A90"/>
    <w:rsid w:val="00CB781F"/>
    <w:rsid w:val="00CD42C4"/>
    <w:rsid w:val="00CE0586"/>
    <w:rsid w:val="00CE246A"/>
    <w:rsid w:val="00CE67D2"/>
    <w:rsid w:val="00D03165"/>
    <w:rsid w:val="00D051EE"/>
    <w:rsid w:val="00D16ED5"/>
    <w:rsid w:val="00D21190"/>
    <w:rsid w:val="00D249A3"/>
    <w:rsid w:val="00D24B7C"/>
    <w:rsid w:val="00D44D89"/>
    <w:rsid w:val="00D45724"/>
    <w:rsid w:val="00D45725"/>
    <w:rsid w:val="00D47ED0"/>
    <w:rsid w:val="00D82731"/>
    <w:rsid w:val="00DA22AC"/>
    <w:rsid w:val="00DB0035"/>
    <w:rsid w:val="00DB4976"/>
    <w:rsid w:val="00DD08BD"/>
    <w:rsid w:val="00DD590D"/>
    <w:rsid w:val="00DE1BEA"/>
    <w:rsid w:val="00DF3542"/>
    <w:rsid w:val="00DF40BB"/>
    <w:rsid w:val="00E104BD"/>
    <w:rsid w:val="00E11F93"/>
    <w:rsid w:val="00E14CD1"/>
    <w:rsid w:val="00E40CCF"/>
    <w:rsid w:val="00E442C0"/>
    <w:rsid w:val="00E501DE"/>
    <w:rsid w:val="00E50922"/>
    <w:rsid w:val="00E546EE"/>
    <w:rsid w:val="00E60575"/>
    <w:rsid w:val="00E61AA0"/>
    <w:rsid w:val="00E6728A"/>
    <w:rsid w:val="00E72B0D"/>
    <w:rsid w:val="00E81754"/>
    <w:rsid w:val="00E86FC8"/>
    <w:rsid w:val="00EB013E"/>
    <w:rsid w:val="00EC4769"/>
    <w:rsid w:val="00EC68B2"/>
    <w:rsid w:val="00ED0415"/>
    <w:rsid w:val="00ED17B5"/>
    <w:rsid w:val="00EE654D"/>
    <w:rsid w:val="00EF72C5"/>
    <w:rsid w:val="00F11607"/>
    <w:rsid w:val="00F14B10"/>
    <w:rsid w:val="00F20F59"/>
    <w:rsid w:val="00F2180F"/>
    <w:rsid w:val="00F309A6"/>
    <w:rsid w:val="00F348BB"/>
    <w:rsid w:val="00F47FB3"/>
    <w:rsid w:val="00F52B86"/>
    <w:rsid w:val="00F67EE9"/>
    <w:rsid w:val="00F711B1"/>
    <w:rsid w:val="00F715D1"/>
    <w:rsid w:val="00F80D6C"/>
    <w:rsid w:val="00F84756"/>
    <w:rsid w:val="00FB0D29"/>
    <w:rsid w:val="00FB3112"/>
    <w:rsid w:val="00FB640C"/>
    <w:rsid w:val="00FC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 style="mso-position-horizontal-relative:margin;v-text-anchor:middle" fillcolor="#6cb33f" stroke="f">
      <v:fill color="#6cb33f"/>
      <v:stroke on="f"/>
    </o:shapedefaults>
    <o:shapelayout v:ext="edit">
      <o:idmap v:ext="edit" data="1"/>
    </o:shapelayout>
  </w:shapeDefaults>
  <w:decimalSymbol w:val=","/>
  <w:listSeparator w:val=";"/>
  <w14:docId w14:val="011987CF"/>
  <w15:chartTrackingRefBased/>
  <w15:docId w15:val="{9D3106D8-7347-4DA5-A4A1-B2ED10B9D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556A"/>
    <w:pPr>
      <w:spacing w:after="160" w:line="259" w:lineRule="auto"/>
    </w:pPr>
    <w:rPr>
      <w:rFonts w:ascii="Arial" w:hAnsi="Arial"/>
      <w:szCs w:val="22"/>
    </w:rPr>
  </w:style>
  <w:style w:type="paragraph" w:styleId="Ttulo1">
    <w:name w:val="heading 1"/>
    <w:next w:val="Normal"/>
    <w:link w:val="Ttulo1C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paragraph" w:styleId="Ttulo2">
    <w:name w:val="heading 2"/>
    <w:next w:val="Normal"/>
    <w:link w:val="Ttulo2C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44D89"/>
    <w:pPr>
      <w:keepNext/>
      <w:keepLines/>
      <w:spacing w:before="40" w:after="120" w:line="240" w:lineRule="auto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Ttulo4">
    <w:name w:val="heading 4"/>
    <w:next w:val="Normal"/>
    <w:link w:val="Ttulo4Car"/>
    <w:uiPriority w:val="9"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unhideWhenUsed/>
    <w:rsid w:val="00C546D8"/>
    <w:pPr>
      <w:keepNext/>
      <w:keepLines/>
      <w:spacing w:before="40" w:after="0"/>
      <w:outlineLvl w:val="4"/>
    </w:pPr>
    <w:rPr>
      <w:rFonts w:ascii="Calibri Light" w:eastAsia="SimSun" w:hAnsi="Calibri Light"/>
      <w:caps/>
      <w:color w:val="2E74B5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rsid w:val="006B0AB6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B0AB6"/>
    <w:pPr>
      <w:keepNext/>
      <w:keepLines/>
      <w:spacing w:before="40" w:after="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B0AB6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B0AB6"/>
    <w:pPr>
      <w:keepNext/>
      <w:keepLines/>
      <w:spacing w:before="40" w:after="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63E0"/>
    <w:pPr>
      <w:tabs>
        <w:tab w:val="center" w:pos="4680"/>
        <w:tab w:val="right" w:pos="9360"/>
      </w:tabs>
      <w:spacing w:after="120" w:line="240" w:lineRule="auto"/>
      <w:ind w:left="-450"/>
      <w:jc w:val="right"/>
    </w:pPr>
    <w:rPr>
      <w:rFonts w:cs="Arial"/>
      <w:spacing w:val="6"/>
      <w:sz w:val="16"/>
    </w:rPr>
  </w:style>
  <w:style w:type="character" w:customStyle="1" w:styleId="EncabezadoCar">
    <w:name w:val="Encabezado Car"/>
    <w:basedOn w:val="Fuentedeprrafopredeter"/>
    <w:link w:val="Encabezado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Piedepgina">
    <w:name w:val="footer"/>
    <w:basedOn w:val="Encabezado"/>
    <w:link w:val="PiedepginaC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4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ipervnculo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Prrafodelista">
    <w:name w:val="List Paragraph"/>
    <w:basedOn w:val="Normal"/>
    <w:uiPriority w:val="34"/>
    <w:qFormat/>
    <w:rsid w:val="006B0AB6"/>
    <w:pPr>
      <w:numPr>
        <w:numId w:val="23"/>
      </w:numPr>
      <w:contextualSpacing/>
    </w:pPr>
  </w:style>
  <w:style w:type="paragraph" w:styleId="Ttulo">
    <w:name w:val="Title"/>
    <w:basedOn w:val="Normal"/>
    <w:next w:val="Normal"/>
    <w:link w:val="TtuloCar"/>
    <w:uiPriority w:val="10"/>
    <w:rsid w:val="00072657"/>
    <w:pPr>
      <w:spacing w:after="0" w:line="240" w:lineRule="auto"/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D590D"/>
    <w:rPr>
      <w:rFonts w:ascii="Arial Bold" w:hAnsi="Arial Bold"/>
      <w:noProof/>
      <w:color w:val="808080" w:themeColor="background1" w:themeShade="80"/>
      <w:spacing w:val="6"/>
      <w:sz w:val="36"/>
    </w:rPr>
  </w:style>
  <w:style w:type="character" w:customStyle="1" w:styleId="SubttuloCar">
    <w:name w:val="Subtítulo Car"/>
    <w:basedOn w:val="Fuentedeprrafopredeter"/>
    <w:link w:val="Subttulo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Ttulo1Car">
    <w:name w:val="Título 1 Car"/>
    <w:link w:val="Ttulo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Ttulo2Car">
    <w:name w:val="Título 2 Car"/>
    <w:link w:val="Ttulo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Ttulo3Car">
    <w:name w:val="Título 3 Car"/>
    <w:link w:val="Ttulo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Ttulo4Car">
    <w:name w:val="Título 4 Car"/>
    <w:link w:val="Ttulo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Ttulo5Car">
    <w:name w:val="Título 5 Car"/>
    <w:link w:val="Ttulo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Ttulo6Car">
    <w:name w:val="Título 6 Car"/>
    <w:link w:val="Ttulo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Ttulo7Car">
    <w:name w:val="Título 7 Car"/>
    <w:link w:val="Ttulo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Ttulo8Car">
    <w:name w:val="Título 8 Car"/>
    <w:link w:val="Ttulo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Ttulo9Car">
    <w:name w:val="Título 9 Car"/>
    <w:link w:val="Ttulo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B0AB6"/>
    <w:pPr>
      <w:spacing w:line="240" w:lineRule="auto"/>
    </w:pPr>
    <w:rPr>
      <w:b/>
      <w:bCs/>
      <w:smallCaps/>
      <w:color w:val="44546A"/>
    </w:rPr>
  </w:style>
  <w:style w:type="paragraph" w:styleId="TtuloTDC">
    <w:name w:val="TOC Heading"/>
    <w:basedOn w:val="Ttulo1"/>
    <w:next w:val="Normal"/>
    <w:link w:val="TtuloTDCCar"/>
    <w:uiPriority w:val="39"/>
    <w:unhideWhenUsed/>
    <w:qFormat/>
    <w:rsid w:val="00DD590D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 w:line="240" w:lineRule="auto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tuloTDCCar">
    <w:name w:val="Título TDC Car"/>
    <w:basedOn w:val="Ttulo1Car"/>
    <w:link w:val="TtuloTDC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D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Citadestacada">
    <w:name w:val="Intense Quote"/>
    <w:next w:val="Normal"/>
    <w:link w:val="CitadestacadaC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Cita">
    <w:name w:val="Quote"/>
    <w:next w:val="Normal"/>
    <w:link w:val="CitaC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CitaCar">
    <w:name w:val="Cita Car"/>
    <w:basedOn w:val="Fuentedeprrafopredeter"/>
    <w:link w:val="Cita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aconcuadrculaclara">
    <w:name w:val="Grid Table Light"/>
    <w:aliases w:val="PCG General Table"/>
    <w:basedOn w:val="Tablaconcuadrcula1"/>
    <w:uiPriority w:val="40"/>
    <w:rsid w:val="00F711B1"/>
    <w:rPr>
      <w:rFonts w:ascii="Arial" w:hAnsi="Arial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staclara-nfasis3">
    <w:name w:val="Light List Accent 3"/>
    <w:basedOn w:val="Tabla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Tabladelista1clara">
    <w:name w:val="List Table 1 Light"/>
    <w:basedOn w:val="Tabla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Tabladelista7concolores-nfasis6">
    <w:name w:val="List Table 7 Colorful Accent 6"/>
    <w:basedOn w:val="Tabla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nfasis">
    <w:name w:val="Emphasis"/>
    <w:basedOn w:val="Fuentedeprrafopredeter"/>
    <w:uiPriority w:val="20"/>
    <w:qFormat/>
    <w:rsid w:val="006B0AB6"/>
    <w:rPr>
      <w:i/>
      <w:iCs/>
    </w:rPr>
  </w:style>
  <w:style w:type="character" w:styleId="Textoennegrita">
    <w:name w:val="Strong"/>
    <w:basedOn w:val="Fuentedeprrafopredeter"/>
    <w:uiPriority w:val="22"/>
    <w:rsid w:val="0087023D"/>
    <w:rPr>
      <w:b/>
      <w:bCs/>
    </w:rPr>
  </w:style>
  <w:style w:type="table" w:styleId="Tablaconcuadrcula1">
    <w:name w:val="Table Grid 1"/>
    <w:basedOn w:val="Tabla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Encabezado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EncabezadoC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Tablanormal1">
    <w:name w:val="Plain Table 1"/>
    <w:basedOn w:val="Tabla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Tablanormal2">
    <w:name w:val="Plain Table 2"/>
    <w:basedOn w:val="Tabla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tulo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tulo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tuloC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tuloC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Fuentedeprrafopredeter"/>
    <w:link w:val="Covercontent"/>
    <w:rsid w:val="00FB0D29"/>
    <w:rPr>
      <w:rFonts w:ascii="Arial" w:hAnsi="Arial"/>
      <w:color w:val="3B3B3B" w:themeColor="text1"/>
      <w:szCs w:val="22"/>
    </w:rPr>
  </w:style>
  <w:style w:type="character" w:styleId="nfasissutil">
    <w:name w:val="Subtle Emphasis"/>
    <w:basedOn w:val="Fuentedeprrafopredeter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739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81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2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upport.google.com/googleplay/answer/2651367?hl=en" TargetMode="External"/><Relationship Id="rId18" Type="http://schemas.openxmlformats.org/officeDocument/2006/relationships/hyperlink" Target="https://www.consumer.ftc.gov/articles/how-safely-use-public-wi-fi-networks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support.microsoft.com/en-us/windows/fix-wi-fi-connection-issues-in-windows-9424a1f7-6a3b-65a6-4d78-7f07eee84d2c" TargetMode="External"/><Relationship Id="rId17" Type="http://schemas.openxmlformats.org/officeDocument/2006/relationships/hyperlink" Target="https://www.cyber.gov.au/acsc/view-all-content/guidance/use-secure-connectio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ast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upport.google.com/pixelphone/answer/6183600?hl=en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hyperlink" Target="https://media.defense.gov/2021/Jul/29/2002815141/-1/-1/0/CSI_SECURING_WIRELESS_DEVICES_IN_PUBLIC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support.apple.com/en-us/HT204051" TargetMode="External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macdonald\OneDrive%20-%20Public%20Consulting%20Group\desktop\PCG_WHITE%20Report%20TEMPLATEv2.dotx" TargetMode="External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4A49C-176B-4AEF-97AB-5E75DBF24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PCG_WHITE Report TEMPLATEv2</Template>
  <TotalTime>62</TotalTime>
  <Pages>4</Pages>
  <Words>831</Words>
  <Characters>4575</Characters>
  <Application>Microsoft Office Word</Application>
  <DocSecurity>0</DocSecurity>
  <Lines>38</Lines>
  <Paragraphs>10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Public Consulting Group, Inc.</Company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MacDonald, Benjamin</dc:creator>
  <cp:keywords/>
  <dc:description/>
  <cp:lastModifiedBy>Iñigo Arrieta Arbulu</cp:lastModifiedBy>
  <cp:revision>10</cp:revision>
  <cp:lastPrinted>2019-05-16T21:12:00Z</cp:lastPrinted>
  <dcterms:created xsi:type="dcterms:W3CDTF">2022-09-08T08:27:00Z</dcterms:created>
  <dcterms:modified xsi:type="dcterms:W3CDTF">2022-10-26T15:27:00Z</dcterms:modified>
</cp:coreProperties>
</file>